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Default Extension="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A3015" w:rsidRDefault="00AE731F">
      <w:r>
        <w:rPr>
          <w:noProof/>
        </w:rPr>
        <w:drawing>
          <wp:anchor distT="0" distB="0" distL="118745" distR="118745" simplePos="0" relativeHeight="251658376" behindDoc="0" locked="0" layoutInCell="1" allowOverlap="1">
            <wp:simplePos x="0" y="0"/>
            <wp:positionH relativeFrom="page">
              <wp:posOffset>2713355</wp:posOffset>
            </wp:positionH>
            <wp:positionV relativeFrom="page">
              <wp:posOffset>3167380</wp:posOffset>
            </wp:positionV>
            <wp:extent cx="2336800" cy="1752600"/>
            <wp:effectExtent l="330200" t="304800" r="355600" b="254000"/>
            <wp:wrapTight wrapText="bothSides">
              <wp:wrapPolygon edited="0">
                <wp:start x="19934" y="-2498"/>
                <wp:lineTo x="-755" y="-825"/>
                <wp:lineTo x="-2233" y="-98"/>
                <wp:lineTo x="-2127" y="4327"/>
                <wp:lineTo x="-1607" y="9443"/>
                <wp:lineTo x="-853" y="14593"/>
                <wp:lineTo x="-332" y="19709"/>
                <wp:lineTo x="-150" y="23201"/>
                <wp:lineTo x="2651" y="23614"/>
                <wp:lineTo x="3351" y="23717"/>
                <wp:lineTo x="17610" y="22670"/>
                <wp:lineTo x="17636" y="22359"/>
                <wp:lineTo x="21837" y="22979"/>
                <wp:lineTo x="24092" y="21421"/>
                <wp:lineTo x="23650" y="18207"/>
                <wp:lineTo x="23104" y="13402"/>
                <wp:lineTo x="23129" y="13091"/>
                <wp:lineTo x="22583" y="8286"/>
                <wp:lineTo x="22609" y="7975"/>
                <wp:lineTo x="21829" y="3135"/>
                <wp:lineTo x="21855" y="2824"/>
                <wp:lineTo x="21335" y="-2292"/>
                <wp:lineTo x="19934" y="-2498"/>
              </wp:wrapPolygon>
            </wp:wrapTight>
            <wp:docPr id="198" name="Placeholder" descr=":summer images:RF44653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 descr=":summer images:RF446538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 rot="21221306">
                      <a:off x="0" y="0"/>
                      <a:ext cx="2336800" cy="17526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65000" dist="50800" dir="12900000" kx="195000" ky="145000" algn="tl" rotWithShape="0">
                        <a:schemeClr val="tx1">
                          <a:lumMod val="50000"/>
                          <a:lumOff val="50000"/>
                          <a:alpha val="30000"/>
                        </a:scheme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8" type="#_x0000_t202" style="position:absolute;margin-left:240.2pt;margin-top:396pt;width:339pt;height:90pt;z-index:251658251;mso-wrap-edited:f;mso-position-horizontal-relative:page;mso-position-vertical-relative:page" wrapcoords="0 0 21600 0 21600 21600 0 21600 0 0" filled="f" stroked="f">
            <v:fill o:detectmouseclick="t"/>
            <v:textbox style="mso-next-textbox:#_x0000_s1038" inset=",0,,0">
              <w:txbxContent>
                <w:p w:rsidR="00AA3015" w:rsidRPr="00AC14E9" w:rsidRDefault="00AE731F" w:rsidP="00AA3015">
                  <w:pPr>
                    <w:pStyle w:val="Heading1"/>
                    <w:rPr>
                      <w:sz w:val="44"/>
                    </w:rPr>
                  </w:pPr>
                  <w:r w:rsidRPr="00AC14E9">
                    <w:rPr>
                      <w:sz w:val="44"/>
                    </w:rPr>
                    <w:t xml:space="preserve">New Readings prompt insightful consideration of </w:t>
                  </w:r>
                  <w:r>
                    <w:rPr>
                      <w:sz w:val="44"/>
                    </w:rPr>
                    <w:t>current</w:t>
                  </w:r>
                  <w:r>
                    <w:rPr>
                      <w:sz w:val="44"/>
                    </w:rPr>
                    <w:t xml:space="preserve"> beliefs </w:t>
                  </w:r>
                  <w:r>
                    <w:rPr>
                      <w:sz w:val="44"/>
                    </w:rPr>
                    <w:t xml:space="preserve">and </w:t>
                  </w:r>
                  <w:r w:rsidRPr="00AC14E9">
                    <w:rPr>
                      <w:sz w:val="44"/>
                    </w:rPr>
                    <w:t>future plans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drawing>
          <wp:anchor distT="0" distB="0" distL="118745" distR="118745" simplePos="0" relativeHeight="251658378" behindDoc="0" locked="0" layoutInCell="0" allowOverlap="1">
            <wp:simplePos x="0" y="0"/>
            <wp:positionH relativeFrom="page">
              <wp:posOffset>651510</wp:posOffset>
            </wp:positionH>
            <wp:positionV relativeFrom="page">
              <wp:posOffset>7292340</wp:posOffset>
            </wp:positionV>
            <wp:extent cx="1779905" cy="2003425"/>
            <wp:effectExtent l="203200" t="127000" r="201295" b="130175"/>
            <wp:wrapTight wrapText="bothSides">
              <wp:wrapPolygon edited="0">
                <wp:start x="-1688" y="-755"/>
                <wp:lineTo x="-1792" y="16806"/>
                <wp:lineTo x="-1713" y="22836"/>
                <wp:lineTo x="4495" y="23344"/>
                <wp:lineTo x="14650" y="22828"/>
                <wp:lineTo x="22651" y="22421"/>
                <wp:lineTo x="22818" y="20218"/>
                <wp:lineTo x="22801" y="19945"/>
                <wp:lineTo x="22844" y="15828"/>
                <wp:lineTo x="22827" y="15555"/>
                <wp:lineTo x="22871" y="11438"/>
                <wp:lineTo x="22853" y="11165"/>
                <wp:lineTo x="22897" y="7048"/>
                <wp:lineTo x="22879" y="6775"/>
                <wp:lineTo x="22923" y="2658"/>
                <wp:lineTo x="22905" y="2384"/>
                <wp:lineTo x="23309" y="-928"/>
                <wp:lineTo x="6313" y="-1161"/>
                <wp:lineTo x="-1688" y="-755"/>
              </wp:wrapPolygon>
            </wp:wrapTight>
            <wp:docPr id="17" name="Placeholder" descr=":nfc 13 - fall p 2 through 6:42-181603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:nfc 13 - fall p 2 through 6:42-1816037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 rot="196435">
                      <a:off x="0" y="0"/>
                      <a:ext cx="1779905" cy="20034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8745" distR="118745" simplePos="0" relativeHeight="251658377" behindDoc="0" locked="0" layoutInCell="1" allowOverlap="1">
            <wp:simplePos x="0" y="0"/>
            <wp:positionH relativeFrom="page">
              <wp:posOffset>4749800</wp:posOffset>
            </wp:positionH>
            <wp:positionV relativeFrom="page">
              <wp:posOffset>2875280</wp:posOffset>
            </wp:positionV>
            <wp:extent cx="2442845" cy="1831975"/>
            <wp:effectExtent l="254000" t="355600" r="300355" b="352425"/>
            <wp:wrapTight wrapText="bothSides">
              <wp:wrapPolygon edited="0">
                <wp:start x="-2407" y="546"/>
                <wp:lineTo x="-2338" y="4906"/>
                <wp:lineTo x="-944" y="14988"/>
                <wp:lineTo x="53" y="23354"/>
                <wp:lineTo x="962" y="24234"/>
                <wp:lineTo x="3603" y="23460"/>
                <wp:lineTo x="18975" y="21832"/>
                <wp:lineTo x="19619" y="21567"/>
                <wp:lineTo x="19685" y="21854"/>
                <wp:lineTo x="22674" y="21563"/>
                <wp:lineTo x="23103" y="21387"/>
                <wp:lineTo x="24176" y="20945"/>
                <wp:lineTo x="24390" y="20857"/>
                <wp:lineTo x="24406" y="19910"/>
                <wp:lineTo x="24340" y="19624"/>
                <wp:lineTo x="23990" y="15066"/>
                <wp:lineTo x="23924" y="14780"/>
                <wp:lineTo x="23359" y="10311"/>
                <wp:lineTo x="23293" y="10025"/>
                <wp:lineTo x="22728" y="5556"/>
                <wp:lineTo x="22662" y="5270"/>
                <wp:lineTo x="22097" y="801"/>
                <wp:lineTo x="21864" y="-2237"/>
                <wp:lineTo x="20097" y="-2763"/>
                <wp:lineTo x="-1334" y="105"/>
                <wp:lineTo x="-2407" y="546"/>
              </wp:wrapPolygon>
            </wp:wrapTight>
            <wp:docPr id="2" name="Placeholder" descr=":summer images:RF44653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 descr=":summer images:RF446538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 rot="1029493">
                      <a:off x="0" y="0"/>
                      <a:ext cx="2442845" cy="18319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65000" dist="50800" dir="12900000" kx="195000" ky="145000" algn="tl" rotWithShape="0">
                        <a:schemeClr val="tx1">
                          <a:lumMod val="50000"/>
                          <a:lumOff val="50000"/>
                          <a:alpha val="30000"/>
                        </a:scheme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40" type="#_x0000_t202" style="position:absolute;margin-left:237.2pt;margin-top:653.1pt;width:114.5pt;height:18.55pt;z-index:251658252;mso-wrap-edited:f;mso-position-horizontal-relative:page;mso-position-vertical-relative:page" wrapcoords="0 0 21600 0 21600 21600 0 21600 0 0" filled="f" stroked="f">
            <v:fill o:detectmouseclick="t"/>
            <v:textbox style="mso-next-textbox:#_x0000_s1040" inset=",0,,0">
              <w:txbxContent>
                <w:p w:rsidR="00AA3015" w:rsidRPr="00B047B0" w:rsidRDefault="00AE731F" w:rsidP="00AA3015">
                  <w:pPr>
                    <w:pStyle w:val="Heading5"/>
                  </w:pPr>
                  <w:r>
                    <w:t>Guidance: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29" type="#_x0000_t202" style="position:absolute;margin-left:43.7pt;margin-top:175.2pt;width:525.6pt;height:21.6pt;z-index:251658247;mso-wrap-edited:f;mso-position-horizontal-relative:page;mso-position-vertical-relative:page" wrapcoords="0 0 21600 0 21600 21600 0 21600 0 0" filled="f" stroked="f">
            <v:fill o:detectmouseclick="t"/>
            <v:textbox style="mso-next-textbox:#_x0000_s1029" inset=",0,,0">
              <w:txbxContent>
                <w:p w:rsidR="00AA3015" w:rsidRDefault="00AE731F" w:rsidP="00AA3015">
                  <w:pPr>
                    <w:pStyle w:val="Subtitle"/>
                  </w:pPr>
                  <w:r>
                    <w:t>How will EDU 583 shape</w:t>
                  </w:r>
                  <w:r>
                    <w:t xml:space="preserve"> Ms. Garnett’s classroom?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28" type="#_x0000_t202" style="position:absolute;margin-left:43.2pt;margin-top:88.8pt;width:525.6pt;height:86.4pt;z-index:251658246;mso-wrap-edited:f;mso-position-horizontal-relative:page;mso-position-vertical-relative:page" wrapcoords="0 0 21600 0 21600 21600 0 21600 0 0" filled="f" stroked="f">
            <v:fill o:detectmouseclick="t"/>
            <v:textbox style="mso-next-textbox:#_x0000_s1028" inset=",0,,0">
              <w:txbxContent>
                <w:p w:rsidR="00AA3015" w:rsidRDefault="00AE731F" w:rsidP="00AA3015">
                  <w:pPr>
                    <w:pStyle w:val="Title"/>
                  </w:pPr>
                  <w:r>
                    <w:t>What’s New?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group id="_x0000_s1562" style="position:absolute;margin-left:33.65pt;margin-top:352.8pt;width:178pt;height:266.4pt;z-index:251658362;mso-position-horizontal-relative:page;mso-position-vertical-relative:page" coordsize="20000,20000" wrapcoords="0 0 21600 0 21600 21600 0 21600 0 0" mv:complextextbox="1">
            <o:lock v:ext="edit" ungrouping="t"/>
            <v:shape id="_x0000_s1563" type="#_x0000_t202" style="position:absolute;width:20000;height:20000;mso-wrap-edited:f;mso-position-horizontal-relative:page;mso-position-vertical-relative:page" wrapcoords="0 0 21600 0 21600 21600 0 21600 0 0" o:regroupid="38" mv:complextextbox="1" filled="f" stroked="f">
              <v:fill o:detectmouseclick="t"/>
              <v:textbox style="mso-next-textbox:#_x0000_s1552" inset=",0,,0"/>
            </v:shape>
            <v:shape id="_x0000_s1564" type="#_x0000_t202" style="position:absolute;left:809;width:17899;height:957" filled="f" stroked="f">
              <v:textbox style="mso-next-textbox:#_x0000_s1565" inset="0,0,0,0">
                <w:txbxContent>
                  <w:p w:rsidR="00AA3015" w:rsidRDefault="00AE731F" w:rsidP="00AA3015">
                    <w:pPr>
                      <w:pStyle w:val="BodyText2"/>
                    </w:pPr>
                    <w:r>
                      <w:t>This new and exciting method for designing effective instruction and as</w:t>
                    </w:r>
                    <w:r>
                      <w:t>sessment is sure to make an impact on the teaching and learning in C119 at Lewiston High School!</w:t>
                    </w:r>
                  </w:p>
                  <w:p w:rsidR="00AA3015" w:rsidRDefault="00AE731F" w:rsidP="00AA3015">
                    <w:pPr>
                      <w:pStyle w:val="BodyText2"/>
                    </w:pPr>
                    <w:r>
                      <w:t xml:space="preserve">Why fuss with the small stuff? Don’t prescribe to the age-old idea that what is covered in your textbook is law! You are the expert. You have the divine right </w:t>
                    </w:r>
                    <w:r>
                      <w:t>to decide what in your class is an enduring understanding; what is important to know and do and what is worth being familiar with!</w:t>
                    </w:r>
                  </w:p>
                  <w:p w:rsidR="00AA3015" w:rsidRDefault="00AE731F" w:rsidP="00AA3015">
                    <w:pPr>
                      <w:pStyle w:val="BodyText2"/>
                    </w:pPr>
                    <w:r>
                      <w:t>Take advantage and PRIORITIZE!</w:t>
                    </w:r>
                  </w:p>
                </w:txbxContent>
              </v:textbox>
            </v:shape>
            <v:shape id="_x0000_s1565" type="#_x0000_t202" style="position:absolute;left:809;top:953;width:18258;height:958" filled="f" stroked="f">
              <v:textbox style="mso-next-textbox:#_x0000_s1566" inset="0,0,0,0">
                <w:txbxContent/>
              </v:textbox>
            </v:shape>
            <v:shape id="_x0000_s1566" type="#_x0000_t202" style="position:absolute;left:809;top:1907;width:18376;height:957" filled="f" stroked="f">
              <v:textbox style="mso-next-textbox:#_x0000_s1567" inset="0,0,0,0">
                <w:txbxContent/>
              </v:textbox>
            </v:shape>
            <v:shape id="_x0000_s1567" type="#_x0000_t202" style="position:absolute;left:809;top:2860;width:18376;height:958" filled="f" stroked="f">
              <v:textbox style="mso-next-textbox:#_x0000_s1568" inset="0,0,0,0">
                <w:txbxContent/>
              </v:textbox>
            </v:shape>
            <v:shape id="_x0000_s1568" type="#_x0000_t202" style="position:absolute;left:809;top:3814;width:18376;height:1708" filled="f" stroked="f">
              <v:textbox style="mso-next-textbox:#_x0000_s1569" inset="0,0,0,0">
                <w:txbxContent/>
              </v:textbox>
            </v:shape>
            <v:shape id="_x0000_s1569" type="#_x0000_t202" style="position:absolute;left:809;top:5518;width:18376;height:8378" filled="f" stroked="f">
              <v:textbox style="mso-next-textbox:#_x0000_s1570" inset="0,0,0,0">
                <w:txbxContent/>
              </v:textbox>
            </v:shape>
            <v:shape id="_x0000_s1570" type="#_x0000_t202" style="position:absolute;left:809;top:13893;width:18376;height:1708" filled="f" stroked="f">
              <v:textbox style="mso-next-textbox:#_x0000_s1570" inset="0,0,0,0">
                <w:txbxContent/>
              </v:textbox>
            </v:shape>
            <w10:wrap type="tight" anchorx="page" anchory="page"/>
          </v:group>
        </w:pict>
      </w:r>
      <w:r>
        <w:rPr>
          <w:noProof/>
        </w:rPr>
        <w:pict>
          <v:shape id="_x0000_s1215" type="#_x0000_t202" style="position:absolute;margin-left:30.05pt;margin-top:314.75pt;width:185.2pt;height:30.35pt;z-index:251658361;mso-wrap-edited:f;mso-position-horizontal-relative:page;mso-position-vertical-relative:page" wrapcoords="0 0 21600 0 21600 21600 0 21600 0 0" filled="f" stroked="f">
            <v:fill o:detectmouseclick="t"/>
            <v:textbox style="mso-next-textbox:#_x0000_s1215" inset=",0,,0">
              <w:txbxContent>
                <w:p w:rsidR="00AA3015" w:rsidRPr="00FE1656" w:rsidRDefault="00AE731F" w:rsidP="00AA3015">
                  <w:pPr>
                    <w:pStyle w:val="Heading3"/>
                    <w:rPr>
                      <w:sz w:val="36"/>
                    </w:rPr>
                  </w:pPr>
                  <w:r w:rsidRPr="00FE1656">
                    <w:rPr>
                      <w:sz w:val="36"/>
                    </w:rPr>
                    <w:t>Backward Planning!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39" type="#_x0000_t202" style="position:absolute;margin-left:243.2pt;margin-top:490pt;width:339pt;height:125pt;z-index:251658250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39" inset=",0,,0">
              <w:txbxContent>
                <w:p w:rsidR="00AA3015" w:rsidRPr="00EA11A0" w:rsidRDefault="00AE731F" w:rsidP="00EA11A0">
                  <w:pPr>
                    <w:pStyle w:val="BodyText"/>
                    <w:rPr>
                      <w:sz w:val="20"/>
                    </w:rPr>
                  </w:pPr>
                  <w:r w:rsidRPr="00EA11A0">
                    <w:rPr>
                      <w:sz w:val="20"/>
                    </w:rPr>
                    <w:t>As w</w:t>
                  </w:r>
                  <w:r w:rsidRPr="00EA11A0">
                    <w:rPr>
                      <w:sz w:val="20"/>
                    </w:rPr>
                    <w:t>ith a</w:t>
                  </w:r>
                  <w:r w:rsidRPr="00EA11A0">
                    <w:rPr>
                      <w:sz w:val="20"/>
                    </w:rPr>
                    <w:t xml:space="preserve">ll </w:t>
                  </w:r>
                  <w:r>
                    <w:rPr>
                      <w:sz w:val="20"/>
                    </w:rPr>
                    <w:t xml:space="preserve">educational </w:t>
                  </w:r>
                  <w:r>
                    <w:rPr>
                      <w:sz w:val="20"/>
                    </w:rPr>
                    <w:t>texts</w:t>
                  </w:r>
                  <w:r w:rsidRPr="00EA11A0">
                    <w:rPr>
                      <w:sz w:val="20"/>
                    </w:rPr>
                    <w:t xml:space="preserve">, </w:t>
                  </w:r>
                  <w:r>
                    <w:rPr>
                      <w:sz w:val="20"/>
                    </w:rPr>
                    <w:t>UbD</w:t>
                  </w:r>
                  <w:r>
                    <w:rPr>
                      <w:sz w:val="20"/>
                    </w:rPr>
                    <w:t xml:space="preserve"> and TPCK</w:t>
                  </w:r>
                  <w:r>
                    <w:rPr>
                      <w:sz w:val="20"/>
                    </w:rPr>
                    <w:t xml:space="preserve"> have</w:t>
                  </w:r>
                  <w:r w:rsidRPr="00EA11A0">
                    <w:rPr>
                      <w:sz w:val="20"/>
                    </w:rPr>
                    <w:t xml:space="preserve"> broadened the d</w:t>
                  </w:r>
                  <w:r w:rsidRPr="00EA11A0">
                    <w:rPr>
                      <w:sz w:val="20"/>
                    </w:rPr>
                    <w:t xml:space="preserve">epth of </w:t>
                  </w:r>
                  <w:r w:rsidRPr="00EA11A0">
                    <w:rPr>
                      <w:sz w:val="20"/>
                    </w:rPr>
                    <w:t>Ms. Garn</w:t>
                  </w:r>
                  <w:r w:rsidRPr="00EA11A0">
                    <w:rPr>
                      <w:sz w:val="20"/>
                    </w:rPr>
                    <w:t>ett</w:t>
                  </w:r>
                  <w:r w:rsidRPr="00EA11A0">
                    <w:rPr>
                      <w:sz w:val="20"/>
                    </w:rPr>
                    <w:t>’</w:t>
                  </w:r>
                  <w:r w:rsidRPr="00EA11A0">
                    <w:rPr>
                      <w:sz w:val="20"/>
                    </w:rPr>
                    <w:t>s know</w:t>
                  </w:r>
                  <w:r w:rsidRPr="00EA11A0">
                    <w:rPr>
                      <w:sz w:val="20"/>
                    </w:rPr>
                    <w:t>ledge of</w:t>
                  </w:r>
                  <w:r w:rsidRPr="00EA11A0">
                    <w:rPr>
                      <w:sz w:val="20"/>
                    </w:rPr>
                    <w:t xml:space="preserve"> teaching </w:t>
                  </w:r>
                  <w:r w:rsidRPr="00EA11A0">
                    <w:rPr>
                      <w:sz w:val="20"/>
                    </w:rPr>
                    <w:t>and learn</w:t>
                  </w:r>
                  <w:r w:rsidRPr="00EA11A0">
                    <w:rPr>
                      <w:sz w:val="20"/>
                    </w:rPr>
                    <w:t>ing. Spec</w:t>
                  </w:r>
                  <w:r w:rsidRPr="00EA11A0">
                    <w:rPr>
                      <w:sz w:val="20"/>
                    </w:rPr>
                    <w:t>ific</w:t>
                  </w:r>
                  <w:r w:rsidRPr="00EA11A0">
                    <w:rPr>
                      <w:sz w:val="20"/>
                    </w:rPr>
                    <w:t xml:space="preserve">ally, </w:t>
                  </w:r>
                  <w:r>
                    <w:rPr>
                      <w:sz w:val="20"/>
                    </w:rPr>
                    <w:t>TP</w:t>
                  </w:r>
                  <w:r>
                    <w:rPr>
                      <w:sz w:val="20"/>
                    </w:rPr>
                    <w:t>CK</w:t>
                  </w:r>
                  <w:r w:rsidRPr="00EA11A0">
                    <w:rPr>
                      <w:sz w:val="20"/>
                    </w:rPr>
                    <w:t xml:space="preserve"> has</w:t>
                  </w:r>
                  <w:r w:rsidRPr="00EA11A0">
                    <w:rPr>
                      <w:sz w:val="20"/>
                    </w:rPr>
                    <w:t xml:space="preserve"> confirmed</w:t>
                  </w:r>
                  <w:r w:rsidRPr="00EA11A0">
                    <w:rPr>
                      <w:sz w:val="20"/>
                    </w:rPr>
                    <w:t xml:space="preserve"> the</w:t>
                  </w:r>
                  <w:r w:rsidRPr="00EA11A0">
                    <w:rPr>
                      <w:sz w:val="20"/>
                    </w:rPr>
                    <w:t xml:space="preserve"> tightl</w:t>
                  </w:r>
                  <w:r w:rsidRPr="00EA11A0">
                    <w:rPr>
                      <w:sz w:val="20"/>
                    </w:rPr>
                    <w:t>y hel</w:t>
                  </w:r>
                  <w:r w:rsidRPr="00EA11A0">
                    <w:rPr>
                      <w:sz w:val="20"/>
                    </w:rPr>
                    <w:t>d belief</w:t>
                  </w:r>
                  <w:r w:rsidRPr="00EA11A0">
                    <w:rPr>
                      <w:sz w:val="20"/>
                    </w:rPr>
                    <w:t xml:space="preserve"> that there is a </w:t>
                  </w:r>
                  <w:r w:rsidRPr="00EA11A0">
                    <w:rPr>
                      <w:sz w:val="20"/>
                    </w:rPr>
                    <w:t xml:space="preserve">distinct </w:t>
                  </w:r>
                  <w:r w:rsidRPr="00EA11A0">
                    <w:rPr>
                      <w:sz w:val="20"/>
                    </w:rPr>
                    <w:t>differen</w:t>
                  </w:r>
                  <w:r w:rsidRPr="00EA11A0">
                    <w:rPr>
                      <w:sz w:val="20"/>
                    </w:rPr>
                    <w:t>ce between</w:t>
                  </w:r>
                  <w:r w:rsidRPr="00EA11A0">
                    <w:rPr>
                      <w:sz w:val="20"/>
                    </w:rPr>
                    <w:t xml:space="preserve"> using </w:t>
                  </w:r>
                  <w:r w:rsidRPr="00EA11A0">
                    <w:rPr>
                      <w:sz w:val="20"/>
                    </w:rPr>
                    <w:t>techno</w:t>
                  </w:r>
                  <w:r w:rsidRPr="00EA11A0">
                    <w:rPr>
                      <w:sz w:val="20"/>
                    </w:rPr>
                    <w:t xml:space="preserve">logy in the </w:t>
                  </w:r>
                  <w:r w:rsidRPr="00EA11A0">
                    <w:rPr>
                      <w:sz w:val="20"/>
                    </w:rPr>
                    <w:t>classr</w:t>
                  </w:r>
                  <w:r w:rsidRPr="00EA11A0">
                    <w:rPr>
                      <w:sz w:val="20"/>
                    </w:rPr>
                    <w:t>oom and using</w:t>
                  </w:r>
                  <w:r w:rsidRPr="00EA11A0">
                    <w:rPr>
                      <w:sz w:val="20"/>
                    </w:rPr>
                    <w:t xml:space="preserve"> technology </w:t>
                  </w:r>
                  <w:r w:rsidRPr="00EA11A0">
                    <w:rPr>
                      <w:i/>
                      <w:sz w:val="20"/>
                    </w:rPr>
                    <w:t>effec</w:t>
                  </w:r>
                  <w:r w:rsidRPr="00EA11A0">
                    <w:rPr>
                      <w:i/>
                      <w:sz w:val="20"/>
                    </w:rPr>
                    <w:t>tively</w:t>
                  </w:r>
                  <w:r w:rsidRPr="00EA11A0">
                    <w:rPr>
                      <w:sz w:val="20"/>
                    </w:rPr>
                    <w:t xml:space="preserve"> i</w:t>
                  </w:r>
                  <w:r w:rsidRPr="00EA11A0">
                    <w:rPr>
                      <w:sz w:val="20"/>
                    </w:rPr>
                    <w:t>n the classr</w:t>
                  </w:r>
                  <w:r w:rsidRPr="00EA11A0">
                    <w:rPr>
                      <w:sz w:val="20"/>
                    </w:rPr>
                    <w:t>oom.</w:t>
                  </w:r>
                  <w:r w:rsidRPr="00EA11A0">
                    <w:rPr>
                      <w:sz w:val="20"/>
                    </w:rPr>
                    <w:t xml:space="preserve"> Als</w:t>
                  </w:r>
                  <w:r w:rsidRPr="00EA11A0">
                    <w:rPr>
                      <w:sz w:val="20"/>
                    </w:rPr>
                    <w:t xml:space="preserve">o, </w:t>
                  </w:r>
                  <w:r w:rsidRPr="00EA11A0">
                    <w:rPr>
                      <w:sz w:val="20"/>
                    </w:rPr>
                    <w:t>sadly</w:t>
                  </w:r>
                  <w:r w:rsidRPr="00EA11A0">
                    <w:rPr>
                      <w:sz w:val="20"/>
                    </w:rPr>
                    <w:t>, that the p</w:t>
                  </w:r>
                  <w:r w:rsidRPr="00EA11A0">
                    <w:rPr>
                      <w:sz w:val="20"/>
                    </w:rPr>
                    <w:t>rofession</w:t>
                  </w:r>
                  <w:r w:rsidRPr="00EA11A0">
                    <w:rPr>
                      <w:sz w:val="20"/>
                    </w:rPr>
                    <w:t>al develop</w:t>
                  </w:r>
                  <w:r w:rsidRPr="00EA11A0">
                    <w:rPr>
                      <w:sz w:val="20"/>
                    </w:rPr>
                    <w:t>ment nec</w:t>
                  </w:r>
                  <w:r w:rsidRPr="00EA11A0">
                    <w:rPr>
                      <w:sz w:val="20"/>
                    </w:rPr>
                    <w:t>essary to</w:t>
                  </w:r>
                  <w:r w:rsidRPr="00EA11A0">
                    <w:rPr>
                      <w:sz w:val="20"/>
                    </w:rPr>
                    <w:t xml:space="preserve"> help </w:t>
                  </w:r>
                  <w:r w:rsidRPr="00EA11A0">
                    <w:rPr>
                      <w:sz w:val="20"/>
                    </w:rPr>
                    <w:t>p</w:t>
                  </w:r>
                  <w:r w:rsidRPr="00EA11A0">
                    <w:rPr>
                      <w:sz w:val="20"/>
                    </w:rPr>
                    <w:t>re-service</w:t>
                  </w:r>
                  <w:r w:rsidRPr="00EA11A0">
                    <w:rPr>
                      <w:sz w:val="20"/>
                    </w:rPr>
                    <w:t xml:space="preserve"> and in-</w:t>
                  </w:r>
                  <w:r w:rsidRPr="00EA11A0">
                    <w:rPr>
                      <w:sz w:val="20"/>
                    </w:rPr>
                    <w:t xml:space="preserve">service </w:t>
                  </w:r>
                  <w:r w:rsidRPr="00EA11A0">
                    <w:rPr>
                      <w:sz w:val="20"/>
                    </w:rPr>
                    <w:t>teachers</w:t>
                  </w:r>
                  <w:r w:rsidRPr="00EA11A0">
                    <w:rPr>
                      <w:sz w:val="20"/>
                    </w:rPr>
                    <w:t xml:space="preserve"> migrate awa</w:t>
                  </w:r>
                  <w:r w:rsidRPr="00EA11A0">
                    <w:rPr>
                      <w:sz w:val="20"/>
                    </w:rPr>
                    <w:t xml:space="preserve">y from the </w:t>
                  </w:r>
                  <w:r w:rsidRPr="00EA11A0">
                    <w:rPr>
                      <w:sz w:val="20"/>
                    </w:rPr>
                    <w:t>dark si</w:t>
                  </w:r>
                  <w:r w:rsidRPr="00EA11A0">
                    <w:rPr>
                      <w:sz w:val="20"/>
                    </w:rPr>
                    <w:t>de is sorel</w:t>
                  </w:r>
                  <w:r w:rsidRPr="00EA11A0">
                    <w:rPr>
                      <w:sz w:val="20"/>
                    </w:rPr>
                    <w:t>y lacking.</w:t>
                  </w:r>
                  <w:r>
                    <w:rPr>
                      <w:sz w:val="20"/>
                    </w:rPr>
                    <w:t xml:space="preserve"> Ne</w:t>
                  </w:r>
                  <w:r>
                    <w:rPr>
                      <w:sz w:val="20"/>
                    </w:rPr>
                    <w:t xml:space="preserve">w </w:t>
                  </w:r>
                  <w:r>
                    <w:rPr>
                      <w:sz w:val="20"/>
                    </w:rPr>
                    <w:t>and e</w:t>
                  </w:r>
                  <w:r>
                    <w:rPr>
                      <w:sz w:val="20"/>
                    </w:rPr>
                    <w:t>xciti</w:t>
                  </w:r>
                  <w:r>
                    <w:rPr>
                      <w:sz w:val="20"/>
                    </w:rPr>
                    <w:t xml:space="preserve">ng </w:t>
                  </w:r>
                  <w:r>
                    <w:rPr>
                      <w:sz w:val="20"/>
                    </w:rPr>
                    <w:t>learni</w:t>
                  </w:r>
                  <w:r>
                    <w:rPr>
                      <w:sz w:val="20"/>
                    </w:rPr>
                    <w:t>ng</w:t>
                  </w:r>
                  <w:r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 xml:space="preserve">that </w:t>
                  </w:r>
                  <w:r>
                    <w:rPr>
                      <w:sz w:val="20"/>
                    </w:rPr>
                    <w:t xml:space="preserve">has come </w:t>
                  </w:r>
                  <w:r>
                    <w:rPr>
                      <w:sz w:val="20"/>
                    </w:rPr>
                    <w:t>as a r</w:t>
                  </w:r>
                  <w:r>
                    <w:rPr>
                      <w:sz w:val="20"/>
                    </w:rPr>
                    <w:t>esult o</w:t>
                  </w:r>
                  <w:r>
                    <w:rPr>
                      <w:sz w:val="20"/>
                    </w:rPr>
                    <w:t>f</w:t>
                  </w:r>
                  <w:r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read</w:t>
                  </w:r>
                  <w:r>
                    <w:rPr>
                      <w:sz w:val="20"/>
                    </w:rPr>
                    <w:t xml:space="preserve">ing </w:t>
                  </w:r>
                  <w:r>
                    <w:rPr>
                      <w:sz w:val="20"/>
                    </w:rPr>
                    <w:t>U</w:t>
                  </w:r>
                  <w:r>
                    <w:rPr>
                      <w:sz w:val="20"/>
                    </w:rPr>
                    <w:t>nderst</w:t>
                  </w:r>
                  <w:r>
                    <w:rPr>
                      <w:sz w:val="20"/>
                    </w:rPr>
                    <w:t>andin</w:t>
                  </w:r>
                  <w:r>
                    <w:rPr>
                      <w:sz w:val="20"/>
                    </w:rPr>
                    <w:t xml:space="preserve">g </w:t>
                  </w:r>
                  <w:r>
                    <w:rPr>
                      <w:sz w:val="20"/>
                    </w:rPr>
                    <w:t>b</w:t>
                  </w:r>
                  <w:r>
                    <w:rPr>
                      <w:sz w:val="20"/>
                    </w:rPr>
                    <w:t xml:space="preserve">y </w:t>
                  </w:r>
                  <w:r>
                    <w:rPr>
                      <w:sz w:val="20"/>
                    </w:rPr>
                    <w:t>D</w:t>
                  </w:r>
                  <w:r>
                    <w:rPr>
                      <w:sz w:val="20"/>
                    </w:rPr>
                    <w:t>esign</w:t>
                  </w:r>
                  <w:r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 xml:space="preserve">is the </w:t>
                  </w:r>
                  <w:r>
                    <w:rPr>
                      <w:sz w:val="20"/>
                    </w:rPr>
                    <w:t>knowl</w:t>
                  </w:r>
                  <w:r>
                    <w:rPr>
                      <w:sz w:val="20"/>
                    </w:rPr>
                    <w:t>edge</w:t>
                  </w:r>
                  <w:r>
                    <w:rPr>
                      <w:sz w:val="20"/>
                    </w:rPr>
                    <w:t xml:space="preserve"> of how</w:t>
                  </w:r>
                  <w:r>
                    <w:rPr>
                      <w:sz w:val="20"/>
                    </w:rPr>
                    <w:t xml:space="preserve"> to desi</w:t>
                  </w:r>
                  <w:r>
                    <w:rPr>
                      <w:sz w:val="20"/>
                    </w:rPr>
                    <w:t>gn rich</w:t>
                  </w:r>
                  <w:r>
                    <w:rPr>
                      <w:sz w:val="20"/>
                    </w:rPr>
                    <w:t>er</w:t>
                  </w:r>
                  <w:r>
                    <w:rPr>
                      <w:sz w:val="20"/>
                    </w:rPr>
                    <w:t xml:space="preserve"> un</w:t>
                  </w:r>
                  <w:r>
                    <w:rPr>
                      <w:sz w:val="20"/>
                    </w:rPr>
                    <w:t xml:space="preserve">its and </w:t>
                  </w:r>
                  <w:r>
                    <w:rPr>
                      <w:sz w:val="20"/>
                    </w:rPr>
                    <w:t>assessments,</w:t>
                  </w:r>
                  <w:r>
                    <w:rPr>
                      <w:sz w:val="20"/>
                    </w:rPr>
                    <w:t xml:space="preserve"> with</w:t>
                  </w:r>
                  <w:r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end</w:t>
                  </w:r>
                  <w:r>
                    <w:rPr>
                      <w:sz w:val="20"/>
                    </w:rPr>
                    <w:t>urin</w:t>
                  </w:r>
                  <w:r>
                    <w:rPr>
                      <w:sz w:val="20"/>
                    </w:rPr>
                    <w:t>g underst</w:t>
                  </w:r>
                  <w:r>
                    <w:rPr>
                      <w:sz w:val="20"/>
                    </w:rPr>
                    <w:t>andi</w:t>
                  </w:r>
                  <w:r>
                    <w:rPr>
                      <w:sz w:val="20"/>
                    </w:rPr>
                    <w:t>ngs as</w:t>
                  </w:r>
                  <w:r>
                    <w:rPr>
                      <w:sz w:val="20"/>
                    </w:rPr>
                    <w:t xml:space="preserve"> central </w:t>
                  </w:r>
                  <w:r>
                    <w:rPr>
                      <w:sz w:val="20"/>
                    </w:rPr>
                    <w:t>fo</w:t>
                  </w:r>
                  <w:r>
                    <w:rPr>
                      <w:sz w:val="20"/>
                    </w:rPr>
                    <w:t>cus po</w:t>
                  </w:r>
                  <w:r>
                    <w:rPr>
                      <w:sz w:val="20"/>
                    </w:rPr>
                    <w:t>ints</w:t>
                  </w:r>
                  <w:r>
                    <w:rPr>
                      <w:sz w:val="20"/>
                    </w:rPr>
                    <w:t>.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rect id="_x0000_s1026" style="position:absolute;margin-left:237.2pt;margin-top:622.1pt;width:345pt;height:25pt;z-index:251658244;mso-wrap-edited:f;mso-position-horizontal-relative:page;mso-position-vertical-relative:page" wrapcoords="-46 0 -46 20290 21600 20290 21600 0 -46 0" fillcolor="#ad0202 [3204]" stroked="f" strokecolor="#4a7ebb" strokeweight="1.5pt">
            <v:fill o:detectmouseclick="t"/>
            <v:shadow opacity="22938f" mv:blur="38100f" offset="0,2pt"/>
            <v:textbox style="mso-next-textbox:#_x0000_s1026" inset=",0,,0">
              <w:txbxContent>
                <w:p w:rsidR="00AA3015" w:rsidRPr="006620F4" w:rsidRDefault="00AE731F" w:rsidP="00AA3015">
                  <w:pPr>
                    <w:pStyle w:val="Heading4"/>
                    <w:rPr>
                      <w:sz w:val="28"/>
                    </w:rPr>
                  </w:pPr>
                  <w:r>
                    <w:t xml:space="preserve">Upcoming Events: </w:t>
                  </w:r>
                  <w:r w:rsidRPr="006620F4">
                    <w:rPr>
                      <w:sz w:val="28"/>
                    </w:rPr>
                    <w:t>Career Planning Integrated Unit</w:t>
                  </w:r>
                </w:p>
              </w:txbxContent>
            </v:textbox>
            <w10:wrap type="tight" anchorx="page" anchory="page"/>
          </v:rect>
        </w:pict>
      </w:r>
      <w:r>
        <w:rPr>
          <w:noProof/>
        </w:rPr>
        <w:pict>
          <v:line id="_x0000_s1052" style="position:absolute;z-index:251658262;mso-wrap-edited:f;mso-position-horizontal-relative:page;mso-position-vertical-relative:page" from="351.7pt,653.8pt" to="351.7pt,754.6pt" wrapcoords="-2147483648 0 -2147483648 21413 -2147483648 21413 -2147483648 0 -2147483648 0" strokecolor="#ad0202 [3204]" strokeweight="1pt">
            <v:fill o:detectmouseclick="t"/>
            <v:shadow opacity="22938f" mv:blur="38100f" offset="0,2pt"/>
            <v:textbox inset=",7.2pt,,7.2pt"/>
            <w10:wrap anchorx="page" anchory="page"/>
          </v:line>
        </w:pict>
      </w:r>
      <w:r>
        <w:rPr>
          <w:noProof/>
        </w:rPr>
        <w:pict>
          <v:line id="_x0000_s1053" style="position:absolute;z-index:251658263;mso-wrap-edited:f;mso-position-horizontal-relative:page;mso-position-vertical-relative:page" from="466.95pt,653.8pt" to="466.95pt,754.6pt" wrapcoords="-2147483648 0 -2147483648 21413 -2147483648 21413 -2147483648 0 -2147483648 0" strokecolor="#ad0202 [3204]" strokeweight="1pt">
            <v:fill o:detectmouseclick="t"/>
            <v:shadow opacity="22938f" mv:blur="38100f" offset="0,2pt"/>
            <v:textbox inset=",7.2pt,,7.2pt"/>
            <w10:wrap anchorx="page" anchory="page"/>
          </v:line>
        </w:pict>
      </w:r>
      <w:r>
        <w:rPr>
          <w:noProof/>
        </w:rPr>
        <w:pict>
          <v:shape id="_x0000_s1048" type="#_x0000_t202" style="position:absolute;margin-left:467.7pt;margin-top:688pt;width:114.5pt;height:75.2pt;z-index:251658260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48" inset=",0,,0">
              <w:txbxContent>
                <w:p w:rsidR="00AA3015" w:rsidRDefault="00AE731F" w:rsidP="00AA3015">
                  <w:pPr>
                    <w:pStyle w:val="BodyText"/>
                    <w:numPr>
                      <w:ilvl w:val="0"/>
                      <w:numId w:val="5"/>
                    </w:numPr>
                    <w:ind w:left="270" w:hanging="180"/>
                  </w:pPr>
                  <w:r>
                    <w:t>Exponential Growth Study</w:t>
                  </w:r>
                </w:p>
                <w:p w:rsidR="00AA3015" w:rsidRPr="00B047B0" w:rsidRDefault="00AE731F" w:rsidP="00AA3015">
                  <w:pPr>
                    <w:pStyle w:val="BodyText"/>
                    <w:numPr>
                      <w:ilvl w:val="0"/>
                      <w:numId w:val="5"/>
                    </w:numPr>
                    <w:tabs>
                      <w:tab w:val="left" w:pos="180"/>
                      <w:tab w:val="left" w:pos="450"/>
                    </w:tabs>
                    <w:ind w:left="450"/>
                  </w:pPr>
                  <w:r>
                    <w:t>Financial Planning Project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42" type="#_x0000_t202" style="position:absolute;margin-left:237.2pt;margin-top:687.8pt;width:114.5pt;height:75.2pt;z-index:251658254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42" inset=",0,,0">
              <w:txbxContent>
                <w:p w:rsidR="00AA3015" w:rsidRDefault="00AE731F" w:rsidP="00AA3015"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val="left" w:pos="810"/>
                    </w:tabs>
                    <w:ind w:left="360" w:hanging="180"/>
                  </w:pPr>
                  <w:r>
                    <w:t>ASVAB testing and rev</w:t>
                  </w:r>
                  <w:r>
                    <w:t>iew</w:t>
                  </w:r>
                </w:p>
                <w:p w:rsidR="00AA3015" w:rsidRDefault="00AE731F" w:rsidP="00AA3015"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val="left" w:pos="810"/>
                    </w:tabs>
                    <w:ind w:left="360" w:hanging="180"/>
                  </w:pPr>
                  <w:r>
                    <w:t xml:space="preserve">LRTC tours </w:t>
                  </w:r>
                </w:p>
                <w:p w:rsidR="00AA3015" w:rsidRDefault="00AE731F" w:rsidP="00AA3015"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val="left" w:pos="810"/>
                    </w:tabs>
                    <w:ind w:left="360" w:hanging="180"/>
                  </w:pPr>
                </w:p>
                <w:p w:rsidR="00AA3015" w:rsidRDefault="00AE731F" w:rsidP="00AA3015"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val="left" w:pos="810"/>
                    </w:tabs>
                    <w:ind w:left="360" w:hanging="180"/>
                  </w:pPr>
                </w:p>
                <w:p w:rsidR="00AA3015" w:rsidRPr="00B047B0" w:rsidRDefault="00AE731F" w:rsidP="00AA3015">
                  <w:pPr>
                    <w:pStyle w:val="BodyText"/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45" type="#_x0000_t202" style="position:absolute;margin-left:352.45pt;margin-top:687.8pt;width:114.5pt;height:75.2pt;z-index:251658257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45" inset=",0,,0">
              <w:txbxContent>
                <w:p w:rsidR="00AA3015" w:rsidRDefault="00AE731F" w:rsidP="00AA3015">
                  <w:pPr>
                    <w:pStyle w:val="BodyText"/>
                    <w:numPr>
                      <w:ilvl w:val="0"/>
                      <w:numId w:val="4"/>
                    </w:numPr>
                    <w:tabs>
                      <w:tab w:val="left" w:pos="630"/>
                    </w:tabs>
                    <w:ind w:left="360"/>
                  </w:pPr>
                  <w:r>
                    <w:t>Career Research</w:t>
                  </w:r>
                </w:p>
                <w:p w:rsidR="00AA3015" w:rsidRPr="00B047B0" w:rsidRDefault="00AE731F" w:rsidP="00AA3015">
                  <w:pPr>
                    <w:pStyle w:val="BodyText"/>
                    <w:numPr>
                      <w:ilvl w:val="0"/>
                      <w:numId w:val="4"/>
                    </w:numPr>
                    <w:tabs>
                      <w:tab w:val="left" w:pos="630"/>
                    </w:tabs>
                    <w:ind w:left="360"/>
                  </w:pPr>
                  <w:r>
                    <w:t>Career Interest Paper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41" type="#_x0000_t202" style="position:absolute;margin-left:237.2pt;margin-top:671.45pt;width:114.5pt;height:17.35pt;z-index:251658253;mso-wrap-edited:f;mso-position-horizontal-relative:page;mso-position-vertical-relative:page" wrapcoords="0 0 21600 0 21600 21600 0 21600 0 0" filled="f" stroked="f">
            <v:fill o:detectmouseclick="t"/>
            <v:textbox style="mso-next-textbox:#_x0000_s1041" inset=",0,,0">
              <w:txbxContent>
                <w:p w:rsidR="00AA3015" w:rsidRPr="00B047B0" w:rsidRDefault="00AE731F" w:rsidP="00AA3015">
                  <w:pPr>
                    <w:pStyle w:val="BodyText3"/>
                  </w:pPr>
                  <w:r>
                    <w:t>Late Fall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44" type="#_x0000_t202" style="position:absolute;margin-left:352.45pt;margin-top:671.45pt;width:114.5pt;height:17.35pt;z-index:251658256;mso-wrap-edited:f;mso-position-horizontal-relative:page;mso-position-vertical-relative:page" wrapcoords="0 0 21600 0 21600 21600 0 21600 0 0" filled="f" stroked="f">
            <v:fill o:detectmouseclick="t"/>
            <v:textbox style="mso-next-textbox:#_x0000_s1044" inset=",0,,0">
              <w:txbxContent>
                <w:p w:rsidR="00AA3015" w:rsidRPr="00B047B0" w:rsidRDefault="00AE731F" w:rsidP="00AA3015">
                  <w:pPr>
                    <w:pStyle w:val="BodyText3"/>
                  </w:pPr>
                  <w:r>
                    <w:t>Early Winter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47" type="#_x0000_t202" style="position:absolute;margin-left:467.7pt;margin-top:671.65pt;width:114.5pt;height:17.35pt;z-index:251658259;mso-wrap-edited:f;mso-position-horizontal-relative:page;mso-position-vertical-relative:page" wrapcoords="0 0 21600 0 21600 21600 0 21600 0 0" filled="f" stroked="f">
            <v:fill o:detectmouseclick="t"/>
            <v:textbox style="mso-next-textbox:#_x0000_s1047" inset=",0,,0">
              <w:txbxContent>
                <w:p w:rsidR="00AA3015" w:rsidRPr="00B047B0" w:rsidRDefault="00AE731F" w:rsidP="00AA3015">
                  <w:pPr>
                    <w:pStyle w:val="BodyText3"/>
                  </w:pPr>
                  <w:r>
                    <w:t>Spring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46" type="#_x0000_t202" style="position:absolute;margin-left:467.7pt;margin-top:653.3pt;width:114.5pt;height:17.35pt;z-index:251658258;mso-wrap-edited:f;mso-position-horizontal-relative:page;mso-position-vertical-relative:page" wrapcoords="0 0 21600 0 21600 21600 0 21600 0 0" filled="f" stroked="f">
            <v:fill o:detectmouseclick="t"/>
            <v:textbox style="mso-next-textbox:#_x0000_s1046" inset=",0,,0">
              <w:txbxContent>
                <w:p w:rsidR="00AA3015" w:rsidRPr="00B047B0" w:rsidRDefault="00AE731F" w:rsidP="00AA3015">
                  <w:pPr>
                    <w:pStyle w:val="Heading5"/>
                  </w:pPr>
                  <w:r>
                    <w:t>Mathematics: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43" type="#_x0000_t202" style="position:absolute;margin-left:352.45pt;margin-top:653.1pt;width:114.5pt;height:17.35pt;z-index:251658255;mso-wrap-edited:f;mso-position-horizontal-relative:page;mso-position-vertical-relative:page" wrapcoords="0 0 21600 0 21600 21600 0 21600 0 0" filled="f" stroked="f">
            <v:fill o:detectmouseclick="t"/>
            <v:textbox style="mso-next-textbox:#_x0000_s1043" inset=",0,,0">
              <w:txbxContent>
                <w:p w:rsidR="00AA3015" w:rsidRPr="00B047B0" w:rsidRDefault="00AE731F" w:rsidP="00AA3015">
                  <w:pPr>
                    <w:pStyle w:val="Heading5"/>
                  </w:pPr>
                  <w:r>
                    <w:t>English: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82" type="#_x0000_t202" style="position:absolute;margin-left:59pt;margin-top:48.25pt;width:494pt;height:21pt;z-index:251658358;mso-wrap-edited:f;mso-position-horizontal-relative:page;mso-position-vertical-relative:page" wrapcoords="0 0 21600 0 21600 21600 0 21600 0 0" filled="f" stroked="f">
            <v:fill o:detectmouseclick="t"/>
            <v:textbox style="mso-next-textbox:#_x0000_s1182" inset=",0,,0">
              <w:txbxContent>
                <w:p w:rsidR="00AA3015" w:rsidRDefault="00AE731F" w:rsidP="00AA3015">
                  <w:pPr>
                    <w:pStyle w:val="CoverHeader"/>
                  </w:pPr>
                  <w:r>
                    <w:t>EDU583-Fall 2011</w:t>
                  </w:r>
                </w:p>
              </w:txbxContent>
            </v:textbox>
            <w10:wrap type="tight" anchorx="page" anchory="page"/>
          </v:shape>
        </w:pict>
      </w:r>
      <w:r>
        <w:br w:type="page"/>
      </w:r>
      <w:r>
        <w:rPr>
          <w:noProof/>
        </w:rPr>
        <w:pict>
          <v:shape id="_x0000_s1087" type="#_x0000_t202" style="position:absolute;margin-left:418.4pt;margin-top:583.9pt;width:164.05pt;height:162.2pt;z-index:251658330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87" inset=",0,,0">
              <w:txbxContent>
                <w:p w:rsidR="00AA3015" w:rsidRPr="00AC14E9" w:rsidRDefault="00AE731F" w:rsidP="00AA3015">
                  <w:pPr>
                    <w:pStyle w:val="BlockText"/>
                    <w:rPr>
                      <w:i/>
                      <w:color w:val="998E88" w:themeColor="accent3" w:themeTint="99"/>
                      <w:sz w:val="22"/>
                    </w:rPr>
                  </w:pPr>
                  <w:r w:rsidRPr="00AC14E9">
                    <w:rPr>
                      <w:i/>
                      <w:color w:val="998E88" w:themeColor="accent3" w:themeTint="99"/>
                      <w:sz w:val="22"/>
                    </w:rPr>
                    <w:t>In a small saucepan, m</w:t>
                  </w:r>
                  <w:r w:rsidRPr="00AC14E9">
                    <w:rPr>
                      <w:i/>
                      <w:color w:val="998E88" w:themeColor="accent3" w:themeTint="99"/>
                      <w:sz w:val="22"/>
                    </w:rPr>
                    <w:t>ix together mathematical brilliance, pedagogy and technology training. Bring to a boil then reduce heat to low. Slowly add technology tools and let simmer for ten minutes. Serve in bowls piping hot with a sprinkle of initiative and determination.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drawing>
          <wp:anchor distT="0" distB="0" distL="118745" distR="118745" simplePos="0" relativeHeight="251658388" behindDoc="0" locked="0" layoutInCell="0" allowOverlap="1">
            <wp:simplePos x="0" y="0"/>
            <wp:positionH relativeFrom="page">
              <wp:posOffset>2378710</wp:posOffset>
            </wp:positionH>
            <wp:positionV relativeFrom="page">
              <wp:posOffset>727710</wp:posOffset>
            </wp:positionV>
            <wp:extent cx="3458210" cy="2099945"/>
            <wp:effectExtent l="228600" t="203200" r="199390" b="186055"/>
            <wp:wrapTight wrapText="bothSides">
              <wp:wrapPolygon edited="0">
                <wp:start x="20039" y="-1058"/>
                <wp:lineTo x="7830" y="-1940"/>
                <wp:lineTo x="-941" y="-1378"/>
                <wp:lineTo x="-987" y="22187"/>
                <wp:lineTo x="1229" y="22443"/>
                <wp:lineTo x="2811" y="22625"/>
                <wp:lineTo x="6779" y="22820"/>
                <wp:lineTo x="6632" y="22541"/>
                <wp:lineTo x="15178" y="23525"/>
                <wp:lineTo x="22377" y="22521"/>
                <wp:lineTo x="22318" y="20157"/>
                <wp:lineTo x="22326" y="16229"/>
                <wp:lineTo x="22337" y="15969"/>
                <wp:lineTo x="22323" y="12562"/>
                <wp:lineTo x="22198" y="11762"/>
                <wp:lineTo x="22206" y="7835"/>
                <wp:lineTo x="22217" y="7574"/>
                <wp:lineTo x="22224" y="3646"/>
                <wp:lineTo x="22235" y="3386"/>
                <wp:lineTo x="22243" y="-542"/>
                <wp:lineTo x="22254" y="-803"/>
                <wp:lineTo x="20039" y="-1058"/>
              </wp:wrapPolygon>
            </wp:wrapTight>
            <wp:docPr id="34" name="Placeholder" descr=":nfc 13 - fall p 2 through 6:42-169464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:nfc 13 - fall p 2 through 6:42-16946464.jpg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8"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9"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 rot="21360000">
                      <a:off x="0" y="0"/>
                      <a:ext cx="3458210" cy="209994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3" behindDoc="0" locked="0" layoutInCell="1" allowOverlap="1">
            <wp:simplePos x="0" y="0"/>
            <wp:positionH relativeFrom="page">
              <wp:posOffset>1121410</wp:posOffset>
            </wp:positionH>
            <wp:positionV relativeFrom="page">
              <wp:posOffset>7888605</wp:posOffset>
            </wp:positionV>
            <wp:extent cx="2582545" cy="996315"/>
            <wp:effectExtent l="0" t="279400" r="0" b="172085"/>
            <wp:wrapTight wrapText="bothSides">
              <wp:wrapPolygon edited="0">
                <wp:start x="-189" y="1720"/>
                <wp:lineTo x="-67" y="2775"/>
                <wp:lineTo x="2413" y="8900"/>
                <wp:lineTo x="2616" y="8742"/>
                <wp:lineTo x="3042" y="12435"/>
                <wp:lineTo x="6643" y="14818"/>
                <wp:lineTo x="9086" y="12926"/>
                <wp:lineTo x="9146" y="13453"/>
                <wp:lineTo x="13926" y="18371"/>
                <wp:lineTo x="14373" y="20324"/>
                <wp:lineTo x="16713" y="21385"/>
                <wp:lineTo x="18138" y="20281"/>
                <wp:lineTo x="19155" y="19492"/>
                <wp:lineTo x="16572" y="16321"/>
                <wp:lineTo x="21418" y="10268"/>
                <wp:lineTo x="20952" y="4307"/>
                <wp:lineTo x="17431" y="6460"/>
                <wp:lineTo x="11247" y="906"/>
                <wp:lineTo x="4065" y="149"/>
                <wp:lineTo x="829" y="931"/>
                <wp:lineTo x="-189" y="1720"/>
              </wp:wrapPolygon>
            </wp:wrapTight>
            <wp:docPr id="534" name="Picture 534" descr=":::::Applications:Microsoft Office 2008:Office:Media:Clipart: Business.localized:AA0191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" descr=":::::Applications:Microsoft Office 2008:Office:Media:Clipart: Business.localized:AA019189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 rot="998504">
                      <a:off x="0" y="0"/>
                      <a:ext cx="2582545" cy="996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8745" distR="118745" simplePos="0" relativeHeight="251658384" behindDoc="0" locked="0" layoutInCell="0" allowOverlap="1">
            <wp:simplePos x="0" y="0"/>
            <wp:positionH relativeFrom="page">
              <wp:posOffset>609600</wp:posOffset>
            </wp:positionH>
            <wp:positionV relativeFrom="page">
              <wp:posOffset>6242050</wp:posOffset>
            </wp:positionV>
            <wp:extent cx="2606040" cy="1715135"/>
            <wp:effectExtent l="203200" t="177800" r="187960" b="164465"/>
            <wp:wrapTight wrapText="bothSides">
              <wp:wrapPolygon edited="0">
                <wp:start x="18478" y="-1452"/>
                <wp:lineTo x="3299" y="-1789"/>
                <wp:lineTo x="-1156" y="-1302"/>
                <wp:lineTo x="-1197" y="22423"/>
                <wp:lineTo x="2793" y="22849"/>
                <wp:lineTo x="3843" y="22961"/>
                <wp:lineTo x="4908" y="22754"/>
                <wp:lineTo x="15619" y="23896"/>
                <wp:lineTo x="22637" y="22721"/>
                <wp:lineTo x="22575" y="19508"/>
                <wp:lineTo x="22586" y="14699"/>
                <wp:lineTo x="22601" y="14380"/>
                <wp:lineTo x="22402" y="9549"/>
                <wp:lineTo x="22417" y="9229"/>
                <wp:lineTo x="22428" y="4421"/>
                <wp:lineTo x="22443" y="4102"/>
                <wp:lineTo x="22454" y="-707"/>
                <wp:lineTo x="22469" y="-1026"/>
                <wp:lineTo x="18478" y="-1452"/>
              </wp:wrapPolygon>
            </wp:wrapTight>
            <wp:docPr id="29" name="Placeholder" descr=":nfc 13 - fall p 2 through 6:42-164717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:nfc 13 - fall p 2 through 6:42-16471737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 rot="21359019">
                      <a:off x="0" y="0"/>
                      <a:ext cx="2606040" cy="17151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440" behindDoc="0" locked="0" layoutInCell="1" allowOverlap="1">
            <wp:simplePos x="0" y="0"/>
            <wp:positionH relativeFrom="page">
              <wp:posOffset>454660</wp:posOffset>
            </wp:positionH>
            <wp:positionV relativeFrom="page">
              <wp:posOffset>7737475</wp:posOffset>
            </wp:positionV>
            <wp:extent cx="3121025" cy="1203960"/>
            <wp:effectExtent l="0" t="0" r="0" b="0"/>
            <wp:wrapTight wrapText="bothSides">
              <wp:wrapPolygon edited="0">
                <wp:start x="3516" y="456"/>
                <wp:lineTo x="176" y="911"/>
                <wp:lineTo x="0" y="2278"/>
                <wp:lineTo x="2461" y="7747"/>
                <wp:lineTo x="2461" y="11392"/>
                <wp:lineTo x="6856" y="15038"/>
                <wp:lineTo x="11602" y="15038"/>
                <wp:lineTo x="11602" y="15494"/>
                <wp:lineTo x="15469" y="20506"/>
                <wp:lineTo x="17051" y="20506"/>
                <wp:lineTo x="18985" y="20506"/>
                <wp:lineTo x="18634" y="18684"/>
                <wp:lineTo x="15118" y="15038"/>
                <wp:lineTo x="21095" y="10937"/>
                <wp:lineTo x="21446" y="10481"/>
                <wp:lineTo x="20040" y="7747"/>
                <wp:lineTo x="20216" y="5924"/>
                <wp:lineTo x="10547" y="911"/>
                <wp:lineTo x="5274" y="456"/>
                <wp:lineTo x="3516" y="456"/>
              </wp:wrapPolygon>
            </wp:wrapTight>
            <wp:docPr id="535" name="Picture 535" descr=":::::Applications:Microsoft Office 2008:Office:Media:Clipart: Business.localized:AA0191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5" descr=":::::Applications:Microsoft Office 2008:Office:Media:Clipart: Business.localized:AA019189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025" cy="1203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62" style="position:absolute;margin-left:29.5pt;margin-top:469.4pt;width:552.95pt;height:267.8pt;z-index:251658238;mso-wrap-edited:f;mso-position-horizontal-relative:page;mso-position-vertical-relative:page" wrapcoords="-29 -75 -29 21525 21629 21525 21629 -75 -29 -75" fillcolor="#bde2f8 [1950]" stroked="f" strokecolor="#4a7ebb" strokeweight="1.5pt">
            <v:fill color2="white [3212]" o:detectmouseclick="t" focusposition="" focussize=",90" type="gradient"/>
            <v:shadow opacity="22938f" mv:blur="38100f" offset="0,2pt"/>
            <v:textbox inset=",7.2pt,,7.2pt"/>
            <w10:wrap anchorx="page" anchory="page"/>
          </v:rect>
        </w:pict>
      </w:r>
      <w:r>
        <w:rPr>
          <w:noProof/>
        </w:rPr>
        <w:pict>
          <v:group id="_x0000_s1571" style="position:absolute;margin-left:275.7pt;margin-top:586.7pt;width:143.25pt;height:122.75pt;z-index:251658329;mso-position-horizontal-relative:page;mso-position-vertical-relative:page" coordsize="20000,20000" wrapcoords="0 0 21599 0 21599 21600 0 21600 0 0" mv:complextextbox="1">
            <o:lock v:ext="edit" ungrouping="t"/>
            <v:shape id="_x0000_s1572" type="#_x0000_t202" style="position:absolute;width:20000;height:20000;mso-wrap-edited:f;mso-position-horizontal-relative:page;mso-position-vertical-relative:page" wrapcoords="0 0 21599 0 21599 21600 0 21600 0 0" mv:complextextbox="1" filled="f" stroked="f">
              <v:fill o:detectmouseclick="t"/>
              <v:textbox style="mso-next-textbox:#_x0000_s1554" inset=",0,,0"/>
            </v:shape>
            <v:shape id="_x0000_s1573" type="#_x0000_t202" style="position:absolute;left:1005;width:17983;height:4969" filled="f" stroked="f">
              <v:textbox style="mso-next-textbox:#_x0000_s1574" inset="0,0,0,0">
                <w:txbxContent>
                  <w:p w:rsidR="00AA3015" w:rsidRPr="00AC14E9" w:rsidRDefault="00AE731F" w:rsidP="00AA3015">
                    <w:pPr>
                      <w:pStyle w:val="BlockText"/>
                      <w:rPr>
                        <w:sz w:val="24"/>
                      </w:rPr>
                    </w:pPr>
                    <w:r w:rsidRPr="00AC14E9">
                      <w:rPr>
                        <w:sz w:val="24"/>
                      </w:rPr>
                      <w:t>3 C Math</w:t>
                    </w:r>
                    <w:r w:rsidRPr="00AC14E9">
                      <w:rPr>
                        <w:sz w:val="24"/>
                      </w:rPr>
                      <w:t>ematical Brilliance</w:t>
                    </w:r>
                  </w:p>
                  <w:p w:rsidR="00AA3015" w:rsidRPr="00AC14E9" w:rsidRDefault="00AE731F" w:rsidP="00AA3015">
                    <w:pPr>
                      <w:pStyle w:val="BlockText"/>
                      <w:rPr>
                        <w:sz w:val="24"/>
                      </w:rPr>
                    </w:pPr>
                    <w:r w:rsidRPr="00AC14E9">
                      <w:rPr>
                        <w:sz w:val="24"/>
                      </w:rPr>
                      <w:t>3 C Pedagogy</w:t>
                    </w:r>
                  </w:p>
                  <w:p w:rsidR="00AA3015" w:rsidRPr="00AC14E9" w:rsidRDefault="00AE731F" w:rsidP="00AA3015">
                    <w:pPr>
                      <w:pStyle w:val="BlockText"/>
                      <w:rPr>
                        <w:sz w:val="24"/>
                      </w:rPr>
                    </w:pPr>
                    <w:r w:rsidRPr="00AC14E9">
                      <w:rPr>
                        <w:sz w:val="24"/>
                      </w:rPr>
                      <w:t>2 C Technology training</w:t>
                    </w:r>
                  </w:p>
                  <w:p w:rsidR="00AA3015" w:rsidRPr="00AC14E9" w:rsidRDefault="00AE731F" w:rsidP="00AA3015">
                    <w:pPr>
                      <w:pStyle w:val="BlockText"/>
                      <w:rPr>
                        <w:sz w:val="24"/>
                      </w:rPr>
                    </w:pPr>
                    <w:r w:rsidRPr="00AC14E9">
                      <w:rPr>
                        <w:sz w:val="24"/>
                      </w:rPr>
                      <w:t>2 C Technology tools</w:t>
                    </w:r>
                  </w:p>
                  <w:p w:rsidR="00AA3015" w:rsidRPr="00AC14E9" w:rsidRDefault="00AE731F" w:rsidP="00AA3015">
                    <w:pPr>
                      <w:pStyle w:val="BlockText"/>
                      <w:rPr>
                        <w:sz w:val="24"/>
                      </w:rPr>
                    </w:pPr>
                    <w:r w:rsidRPr="00AC14E9">
                      <w:rPr>
                        <w:sz w:val="24"/>
                      </w:rPr>
                      <w:t xml:space="preserve">3 Ts Initiative </w:t>
                    </w:r>
                  </w:p>
                  <w:p w:rsidR="00AA3015" w:rsidRPr="00AC14E9" w:rsidRDefault="00AE731F" w:rsidP="00AA3015">
                    <w:pPr>
                      <w:pStyle w:val="BlockText"/>
                      <w:rPr>
                        <w:sz w:val="24"/>
                      </w:rPr>
                    </w:pPr>
                    <w:r w:rsidRPr="00AC14E9">
                      <w:rPr>
                        <w:sz w:val="24"/>
                      </w:rPr>
                      <w:t xml:space="preserve">Pinch of Determination </w:t>
                    </w:r>
                  </w:p>
                </w:txbxContent>
              </v:textbox>
            </v:shape>
            <v:shape id="_x0000_s1574" type="#_x0000_t202" style="position:absolute;left:1005;top:4961;width:17983;height:2493" filled="f" stroked="f">
              <v:textbox style="mso-next-textbox:#_x0000_s1575" inset="0,0,0,0">
                <w:txbxContent/>
              </v:textbox>
            </v:shape>
            <v:shape id="_x0000_s1575" type="#_x0000_t202" style="position:absolute;left:1005;top:7446;width:17983;height:2493" filled="f" stroked="f">
              <v:textbox style="mso-next-textbox:#_x0000_s1576" inset="0,0,0,0">
                <w:txbxContent/>
              </v:textbox>
            </v:shape>
            <v:shape id="_x0000_s1576" type="#_x0000_t202" style="position:absolute;left:1005;top:9931;width:17983;height:2493" filled="f" stroked="f">
              <v:textbox style="mso-next-textbox:#_x0000_s1577" inset="0,0,0,0">
                <w:txbxContent/>
              </v:textbox>
            </v:shape>
            <v:shape id="_x0000_s1577" type="#_x0000_t202" style="position:absolute;left:1005;top:12415;width:17983;height:2485" filled="f" stroked="f">
              <v:textbox style="mso-next-textbox:#_x0000_s1578" inset="0,0,0,0">
                <w:txbxContent/>
              </v:textbox>
            </v:shape>
            <v:shape id="_x0000_s1578" type="#_x0000_t202" style="position:absolute;left:1005;top:14892;width:17983;height:2493" filled="f" stroked="f">
              <v:textbox style="mso-next-textbox:#_x0000_s1554" inset="0,0,0,0">
                <w:txbxContent/>
              </v:textbox>
            </v:shape>
            <w10:wrap type="tight" anchorx="page" anchory="page"/>
          </v:group>
        </w:pict>
      </w:r>
      <w:r>
        <w:rPr>
          <w:noProof/>
        </w:rPr>
        <w:pict>
          <v:shape id="_x0000_s1084" type="#_x0000_t202" style="position:absolute;margin-left:274.6pt;margin-top:500.4pt;width:289.4pt;height:61.55pt;z-index:251658328;mso-wrap-edited:f;mso-position-horizontal-relative:page;mso-position-vertical-relative:page" wrapcoords="0 0 21600 0 21600 21600 0 21600 0 0" filled="f" stroked="f">
            <v:fill o:detectmouseclick="t"/>
            <v:textbox style="mso-next-textbox:#_x0000_s1084" inset=",0,,0">
              <w:txbxContent>
                <w:p w:rsidR="00AA3015" w:rsidRPr="00CA47DA" w:rsidRDefault="00AE731F" w:rsidP="00AA3015">
                  <w:pPr>
                    <w:pStyle w:val="Heading6"/>
                  </w:pPr>
                  <w:r>
                    <w:t xml:space="preserve">Recipe yields one successfully integrated, technology-based </w:t>
                  </w:r>
                  <w:r>
                    <w:t xml:space="preserve">authentic </w:t>
                  </w:r>
                  <w:r>
                    <w:t>assessment</w:t>
                  </w:r>
                  <w:r>
                    <w:t xml:space="preserve"> </w:t>
                  </w:r>
                  <w:r>
                    <w:t>task</w:t>
                  </w:r>
                  <w:r>
                    <w:t>. Substitute content area with your own discipline for fun and exciting v</w:t>
                  </w:r>
                  <w:r>
                    <w:t>ari</w:t>
                  </w:r>
                  <w:r>
                    <w:t>ations.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83" type="#_x0000_t202" style="position:absolute;margin-left:261.95pt;margin-top:469.4pt;width:310.45pt;height:31pt;z-index:251658327;mso-wrap-edited:f;mso-position-horizontal-relative:page;mso-position-vertical-relative:page" wrapcoords="0 0 21600 0 21600 21600 0 21600 0 0" filled="f" stroked="f">
            <v:fill o:detectmouseclick="t"/>
            <v:textbox style="mso-next-textbox:#_x0000_s1083" inset=",0,,0">
              <w:txbxContent>
                <w:p w:rsidR="00AA3015" w:rsidRPr="00AC14E9" w:rsidRDefault="00AE731F" w:rsidP="00AA3015">
                  <w:pPr>
                    <w:pStyle w:val="Heading1"/>
                    <w:rPr>
                      <w:sz w:val="44"/>
                    </w:rPr>
                  </w:pPr>
                  <w:r w:rsidRPr="00AC14E9">
                    <w:rPr>
                      <w:sz w:val="44"/>
                    </w:rPr>
                    <w:t>Succes</w:t>
                  </w:r>
                  <w:r>
                    <w:rPr>
                      <w:sz w:val="44"/>
                    </w:rPr>
                    <w:t>s</w:t>
                  </w:r>
                  <w:r w:rsidRPr="00AC14E9">
                    <w:rPr>
                      <w:sz w:val="44"/>
                    </w:rPr>
                    <w:t>ful Technology Projects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line id="_x0000_s1063" style="position:absolute;z-index:251658311;mso-wrap-edited:f;mso-position-horizontal-relative:page;mso-position-vertical-relative:page" from="43pt,455.4pt" to="569pt,455.4pt" wrapcoords="-30 -2147483648 0 -2147483648 10815 -2147483648 10815 -2147483648 21569 -2147483648 21661 -2147483648 -30 -2147483648" strokecolor="#92cff4 [3214]" strokeweight="1pt">
            <v:fill o:detectmouseclick="t"/>
            <v:shadow opacity="22938f" mv:blur="38100f" offset="0,2pt"/>
            <v:textbox inset=",7.2pt,,7.2pt"/>
            <w10:wrap anchorx="page" anchory="page"/>
          </v:line>
        </w:pict>
      </w:r>
      <w:r>
        <w:rPr>
          <w:noProof/>
        </w:rPr>
        <w:pict>
          <v:shape id="_x0000_s1081" type="#_x0000_t202" style="position:absolute;margin-left:39.6pt;margin-top:303.1pt;width:259.2pt;height:151.8pt;z-index:251658325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82" inset=",0,,0">
              <w:txbxContent>
                <w:p w:rsidR="00B878CB" w:rsidRDefault="00AE731F" w:rsidP="00AA3015">
                  <w:pPr>
                    <w:pStyle w:val="BodyText"/>
                  </w:pPr>
                  <w:r>
                    <w:t>The sp</w:t>
                  </w:r>
                  <w:r>
                    <w:t>irit of th</w:t>
                  </w:r>
                  <w:r>
                    <w:t xml:space="preserve">e </w:t>
                  </w:r>
                  <w:r>
                    <w:t>ED</w:t>
                  </w:r>
                  <w:r>
                    <w:t>U58</w:t>
                  </w:r>
                  <w:r>
                    <w:t>3</w:t>
                  </w:r>
                  <w:r>
                    <w:t xml:space="preserve"> </w:t>
                  </w:r>
                  <w:r>
                    <w:t>class meet</w:t>
                  </w:r>
                  <w:r>
                    <w:t xml:space="preserve">ings </w:t>
                  </w:r>
                  <w:r>
                    <w:t>i</w:t>
                  </w:r>
                  <w:r>
                    <w:t>s</w:t>
                  </w:r>
                  <w:r>
                    <w:t xml:space="preserve"> al</w:t>
                  </w:r>
                  <w:r>
                    <w:t>igned with Ms</w:t>
                  </w:r>
                  <w:r>
                    <w:t>. Garn</w:t>
                  </w:r>
                  <w:r>
                    <w:t>ett</w:t>
                  </w:r>
                  <w:r>
                    <w:t>’</w:t>
                  </w:r>
                  <w:r>
                    <w:t xml:space="preserve">s </w:t>
                  </w:r>
                  <w:r>
                    <w:t>beliefs about col</w:t>
                  </w:r>
                  <w:r>
                    <w:t>leg</w:t>
                  </w:r>
                  <w:r>
                    <w:t xml:space="preserve">ial </w:t>
                  </w:r>
                  <w:r>
                    <w:t>sharin</w:t>
                  </w:r>
                  <w:r>
                    <w:t>g. Having</w:t>
                  </w:r>
                  <w:r>
                    <w:t xml:space="preserve"> been</w:t>
                  </w:r>
                  <w:r>
                    <w:t xml:space="preserve"> a part of </w:t>
                  </w:r>
                  <w:r>
                    <w:t>Profess</w:t>
                  </w:r>
                  <w:r>
                    <w:t>iona</w:t>
                  </w:r>
                  <w:r>
                    <w:t>l Learnin</w:t>
                  </w:r>
                  <w:r>
                    <w:t>g Groups a</w:t>
                  </w:r>
                  <w:r>
                    <w:t>t Lewiston</w:t>
                  </w:r>
                  <w:r>
                    <w:t xml:space="preserve"> High </w:t>
                  </w:r>
                  <w:r>
                    <w:t>School</w:t>
                  </w:r>
                  <w:r>
                    <w:t xml:space="preserve"> as a </w:t>
                  </w:r>
                  <w:r>
                    <w:t>faci</w:t>
                  </w:r>
                  <w:r>
                    <w:t>litator</w:t>
                  </w:r>
                  <w:r>
                    <w:t xml:space="preserve"> and group memb</w:t>
                  </w:r>
                  <w:r>
                    <w:t>er</w:t>
                  </w:r>
                  <w:r>
                    <w:t>, M</w:t>
                  </w:r>
                  <w:r>
                    <w:t>s. Garnet</w:t>
                  </w:r>
                  <w:r>
                    <w:t xml:space="preserve">t is </w:t>
                  </w:r>
                  <w:r>
                    <w:t xml:space="preserve">familiar </w:t>
                  </w:r>
                  <w:r>
                    <w:t>with the pra</w:t>
                  </w:r>
                  <w:r>
                    <w:t>ctice of</w:t>
                  </w:r>
                  <w:r>
                    <w:t xml:space="preserve"> </w:t>
                  </w:r>
                  <w:r>
                    <w:t>sharing</w:t>
                  </w:r>
                  <w:r>
                    <w:t xml:space="preserve"> teacher</w:t>
                  </w:r>
                  <w:r>
                    <w:t xml:space="preserve"> work, stude</w:t>
                  </w:r>
                  <w:r>
                    <w:t xml:space="preserve">nt work </w:t>
                  </w:r>
                  <w:r>
                    <w:t>and exa</w:t>
                  </w:r>
                  <w:r>
                    <w:t>mini</w:t>
                  </w:r>
                  <w:r>
                    <w:t>n</w:t>
                  </w:r>
                  <w:r>
                    <w:t>g</w:t>
                  </w:r>
                  <w:r>
                    <w:t xml:space="preserve"> current </w:t>
                  </w:r>
                  <w:r>
                    <w:t>literat</w:t>
                  </w:r>
                  <w:r>
                    <w:t>ure and re</w:t>
                  </w:r>
                  <w:r>
                    <w:t>search t</w:t>
                  </w:r>
                  <w:r>
                    <w:t>o im</w:t>
                  </w:r>
                  <w:r>
                    <w:t>prove</w:t>
                  </w:r>
                  <w:r>
                    <w:t xml:space="preserve"> te</w:t>
                  </w:r>
                  <w:r>
                    <w:t>aching an</w:t>
                  </w:r>
                  <w:r>
                    <w:t>d learning.</w:t>
                  </w:r>
                </w:p>
                <w:p w:rsidR="00AA3015" w:rsidRPr="00CA47DA" w:rsidRDefault="00AE731F" w:rsidP="00B878CB">
                  <w:pPr>
                    <w:pStyle w:val="BodyText"/>
                  </w:pPr>
                  <w:r>
                    <w:t>Wor</w:t>
                  </w:r>
                  <w:r>
                    <w:t>king clo</w:t>
                  </w:r>
                  <w:r>
                    <w:t>sely with</w:t>
                  </w:r>
                  <w:r>
                    <w:t xml:space="preserve"> pee</w:t>
                  </w:r>
                  <w:r>
                    <w:t>rs in th</w:t>
                  </w:r>
                  <w:r>
                    <w:t>e cohort i</w:t>
                  </w:r>
                  <w:r>
                    <w:t xml:space="preserve">n both </w:t>
                  </w:r>
                  <w:r>
                    <w:t xml:space="preserve">formal </w:t>
                  </w:r>
                  <w:r>
                    <w:t>group</w:t>
                  </w:r>
                  <w:r>
                    <w:t xml:space="preserve"> setti</w:t>
                  </w:r>
                  <w:r>
                    <w:t>ngs</w:t>
                  </w:r>
                  <w:r>
                    <w:t xml:space="preserve"> th</w:t>
                  </w:r>
                  <w:r>
                    <w:t>at yield</w:t>
                  </w:r>
                  <w:r>
                    <w:t xml:space="preserve"> </w:t>
                  </w:r>
                  <w:r>
                    <w:t>collaborative</w:t>
                  </w:r>
                  <w:r>
                    <w:t xml:space="preserve"> </w:t>
                  </w:r>
                  <w:r>
                    <w:t>products</w:t>
                  </w:r>
                  <w:r>
                    <w:t xml:space="preserve"> and </w:t>
                  </w:r>
                  <w:r>
                    <w:t>infor</w:t>
                  </w:r>
                  <w:r>
                    <w:t>mal gro</w:t>
                  </w:r>
                  <w:r>
                    <w:t>up</w:t>
                  </w:r>
                  <w:r>
                    <w:t xml:space="preserve"> </w:t>
                  </w:r>
                  <w:r>
                    <w:t>discussio</w:t>
                  </w:r>
                  <w:r>
                    <w:t>ns</w:t>
                  </w:r>
                  <w:r>
                    <w:t xml:space="preserve"> </w:t>
                  </w:r>
                  <w:r>
                    <w:t>has bee</w:t>
                  </w:r>
                  <w:r>
                    <w:t>n</w:t>
                  </w:r>
                  <w:r>
                    <w:t xml:space="preserve"> inval</w:t>
                  </w:r>
                  <w:r>
                    <w:t xml:space="preserve">uable. </w:t>
                  </w:r>
                  <w:r>
                    <w:t>The kno</w:t>
                  </w:r>
                  <w:r>
                    <w:t>wle</w:t>
                  </w:r>
                  <w:r>
                    <w:t>dge in the</w:t>
                  </w:r>
                  <w:r>
                    <w:t xml:space="preserve"> room ne</w:t>
                  </w:r>
                  <w:r>
                    <w:t>ver</w:t>
                  </w:r>
                  <w:r>
                    <w:t xml:space="preserve"> disapp</w:t>
                  </w:r>
                  <w:r>
                    <w:t>oint</w:t>
                  </w:r>
                  <w:r>
                    <w:t>s</w:t>
                  </w:r>
                  <w:r>
                    <w:t>!</w:t>
                  </w:r>
                  <w:r>
                    <w:t xml:space="preserve"> Fresh</w:t>
                  </w:r>
                  <w:r>
                    <w:t xml:space="preserve"> perspe</w:t>
                  </w:r>
                  <w:r>
                    <w:t>ctive, insi</w:t>
                  </w:r>
                  <w:r>
                    <w:t>ght and f</w:t>
                  </w:r>
                  <w:r>
                    <w:t>eedbac</w:t>
                  </w:r>
                  <w:r>
                    <w:t>k can on</w:t>
                  </w:r>
                  <w:r>
                    <w:t>ly serv</w:t>
                  </w:r>
                  <w:r>
                    <w:t>e to im</w:t>
                  </w:r>
                  <w:r>
                    <w:t xml:space="preserve">prove </w:t>
                  </w:r>
                  <w:r>
                    <w:t>work when it co</w:t>
                  </w:r>
                  <w:r>
                    <w:t>mes from</w:t>
                  </w:r>
                  <w:r>
                    <w:t xml:space="preserve"> a colle</w:t>
                  </w:r>
                  <w:r>
                    <w:t xml:space="preserve">ctive </w:t>
                  </w:r>
                  <w:r>
                    <w:t>grou</w:t>
                  </w:r>
                  <w:r>
                    <w:t>p of pr</w:t>
                  </w:r>
                  <w:r>
                    <w:t>ofess</w:t>
                  </w:r>
                  <w:r>
                    <w:t>ionals unite</w:t>
                  </w:r>
                  <w:r>
                    <w:t>d toward</w:t>
                  </w:r>
                  <w:r>
                    <w:t>s a commo</w:t>
                  </w:r>
                  <w:r>
                    <w:t>n goal</w:t>
                  </w:r>
                  <w:r>
                    <w:t xml:space="preserve"> o</w:t>
                  </w:r>
                  <w:r>
                    <w:t>f i</w:t>
                  </w:r>
                  <w:r>
                    <w:t>mpro</w:t>
                  </w:r>
                  <w:r>
                    <w:t>ving ed</w:t>
                  </w:r>
                  <w:r>
                    <w:t>ucation</w:t>
                  </w:r>
                  <w:r>
                    <w:t>.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82" type="#_x0000_t202" style="position:absolute;margin-left:313.2pt;margin-top:303.1pt;width:259.2pt;height:151.8pt;z-index:251658326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82" inset=",0,,0">
              <w:txbxContent/>
            </v:textbox>
            <w10:wrap type="tight" anchorx="page" anchory="page"/>
          </v:shape>
        </w:pict>
      </w:r>
      <w:r>
        <w:rPr>
          <w:noProof/>
        </w:rPr>
        <w:pict>
          <v:shape id="_x0000_s1554" type="#_x0000_t202" style="position:absolute;margin-left:404.6pt;margin-top:705.95pt;width:14.7pt;height:6.95pt;z-index:251659416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554" inset=",7.2pt,,7.2pt">
              <w:txbxContent/>
            </v:textbox>
            <w10:wrap type="tight"/>
          </v:shape>
        </w:pict>
      </w:r>
      <w:r>
        <w:rPr>
          <w:noProof/>
        </w:rPr>
        <w:pict>
          <v:shape id="_x0000_s1080" type="#_x0000_t202" style="position:absolute;margin-left:39.6pt;margin-top:236.9pt;width:532.8pt;height:58pt;z-index:251658324;mso-wrap-edited:f;mso-position-horizontal-relative:page;mso-position-vertical-relative:page" wrapcoords="0 0 21600 0 21600 21600 0 21600 0 0" filled="f" stroked="f">
            <v:fill o:detectmouseclick="t"/>
            <v:textbox style="mso-next-textbox:#_x0000_s1080" inset=",0,,0">
              <w:txbxContent>
                <w:p w:rsidR="00AA3015" w:rsidRPr="00CA47DA" w:rsidRDefault="00AE731F" w:rsidP="00AA3015">
                  <w:pPr>
                    <w:pStyle w:val="Heading1"/>
                  </w:pPr>
                  <w:r>
                    <w:t>Profe</w:t>
                  </w:r>
                  <w:r>
                    <w:t xml:space="preserve">ssional </w:t>
                  </w:r>
                  <w:r>
                    <w:t>Collaborat</w:t>
                  </w:r>
                  <w:r>
                    <w:t>ion at it</w:t>
                  </w:r>
                  <w:r>
                    <w:t>’</w:t>
                  </w:r>
                  <w:r>
                    <w:t>s best. S</w:t>
                  </w:r>
                  <w:r>
                    <w:t>hare and s</w:t>
                  </w:r>
                  <w:r>
                    <w:t>hare alike</w:t>
                  </w:r>
                  <w:r>
                    <w:t>!</w:t>
                  </w:r>
                </w:p>
              </w:txbxContent>
            </v:textbox>
            <w10:wrap type="tight" anchorx="page" anchory="page"/>
          </v:shape>
        </w:pict>
      </w:r>
      <w:r>
        <w:br w:type="page"/>
      </w:r>
      <w:r>
        <w:rPr>
          <w:noProof/>
        </w:rPr>
        <w:pict>
          <v:shape id="_x0000_s1561" type="#_x0000_t202" style="position:absolute;margin-left:69.35pt;margin-top:86pt;width:466pt;height:203.35pt;z-index:251661464;mso-wrap-edited:f;mso-position-horizontal-relative:page;mso-position-vertical-relative:page" wrapcoords="0 0 21600 0 21600 21600 0 21600 0 0" mv:complextextbox="1" filled="f" stroked="f">
            <v:fill o:detectmouseclick="t"/>
            <v:textbox inset=",7.2pt,,7.2pt">
              <w:txbxContent>
                <w:p w:rsidR="008A3229" w:rsidRDefault="00AE731F" w:rsidP="008A3229">
                  <w:pPr>
                    <w:widowControl w:val="0"/>
                    <w:autoSpaceDE w:val="0"/>
                    <w:autoSpaceDN w:val="0"/>
                    <w:adjustRightInd w:val="0"/>
                    <w:ind w:left="720" w:hanging="72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A</w:t>
                  </w:r>
                  <w:r>
                    <w:rPr>
                      <w:rFonts w:ascii="Helvetica" w:hAnsi="Helvetica" w:cs="Helvetica"/>
                    </w:rPr>
                    <w:t>A</w:t>
                  </w:r>
                  <w:r>
                    <w:rPr>
                      <w:rFonts w:ascii="Helvetica" w:hAnsi="Helvetica" w:cs="Helvetica"/>
                    </w:rPr>
                    <w:t>CT</w:t>
                  </w:r>
                  <w:r>
                    <w:rPr>
                      <w:rFonts w:ascii="Helvetica" w:hAnsi="Helvetica" w:cs="Helvetica"/>
                    </w:rPr>
                    <w:t xml:space="preserve"> </w:t>
                  </w:r>
                  <w:r>
                    <w:rPr>
                      <w:rFonts w:ascii="Helvetica" w:hAnsi="Helvetica" w:cs="Helvetica"/>
                    </w:rPr>
                    <w:t>C</w:t>
                  </w:r>
                  <w:r>
                    <w:rPr>
                      <w:rFonts w:ascii="Helvetica" w:hAnsi="Helvetica" w:cs="Helvetica"/>
                    </w:rPr>
                    <w:t>ommittee</w:t>
                  </w:r>
                  <w:r>
                    <w:rPr>
                      <w:rFonts w:ascii="Helvetica" w:hAnsi="Helvetica" w:cs="Helvetica"/>
                    </w:rPr>
                    <w:t xml:space="preserve"> </w:t>
                  </w:r>
                  <w:r>
                    <w:rPr>
                      <w:rFonts w:ascii="Helvetica" w:hAnsi="Helvetica" w:cs="Helvetica"/>
                    </w:rPr>
                    <w:t xml:space="preserve">on </w:t>
                  </w:r>
                  <w:r>
                    <w:rPr>
                      <w:rFonts w:ascii="Helvetica" w:hAnsi="Helvetica" w:cs="Helvetica"/>
                    </w:rPr>
                    <w:t>I</w:t>
                  </w:r>
                  <w:r>
                    <w:rPr>
                      <w:rFonts w:ascii="Helvetica" w:hAnsi="Helvetica" w:cs="Helvetica"/>
                    </w:rPr>
                    <w:t>nno</w:t>
                  </w:r>
                  <w:r>
                    <w:rPr>
                      <w:rFonts w:ascii="Helvetica" w:hAnsi="Helvetica" w:cs="Helvetica"/>
                    </w:rPr>
                    <w:t>vat</w:t>
                  </w:r>
                  <w:r>
                    <w:rPr>
                      <w:rFonts w:ascii="Helvetica" w:hAnsi="Helvetica" w:cs="Helvetica"/>
                    </w:rPr>
                    <w:t>ion</w:t>
                  </w:r>
                  <w:r>
                    <w:rPr>
                      <w:rFonts w:ascii="Helvetica" w:hAnsi="Helvetica" w:cs="Helvetica"/>
                    </w:rPr>
                    <w:t xml:space="preserve"> a</w:t>
                  </w:r>
                  <w:r>
                    <w:rPr>
                      <w:rFonts w:ascii="Helvetica" w:hAnsi="Helvetica" w:cs="Helvetica"/>
                    </w:rPr>
                    <w:t>nd</w:t>
                  </w:r>
                  <w:r>
                    <w:rPr>
                      <w:rFonts w:ascii="Helvetica" w:hAnsi="Helvetica" w:cs="Helvetica"/>
                    </w:rPr>
                    <w:t xml:space="preserve"> </w:t>
                  </w:r>
                  <w:r>
                    <w:rPr>
                      <w:rFonts w:ascii="Helvetica" w:hAnsi="Helvetica" w:cs="Helvetica"/>
                    </w:rPr>
                    <w:t xml:space="preserve">Technology </w:t>
                  </w:r>
                  <w:r>
                    <w:rPr>
                      <w:rFonts w:ascii="Helvetica" w:hAnsi="Helvetica" w:cs="Helvetica"/>
                    </w:rPr>
                    <w:t xml:space="preserve">(2008). </w:t>
                  </w:r>
                  <w:r>
                    <w:rPr>
                      <w:rFonts w:ascii="Helvetica" w:hAnsi="Helvetica" w:cs="Helvetica"/>
                      <w:i/>
                      <w:iCs/>
                    </w:rPr>
                    <w:t>Handbook of Technological Pedagogical Content Knowledge (TPCK) for Educators</w:t>
                  </w:r>
                  <w:r>
                    <w:rPr>
                      <w:rFonts w:ascii="Helvetica" w:hAnsi="Helvetica" w:cs="Helvetica"/>
                    </w:rPr>
                    <w:t xml:space="preserve"> (1st ed.). Routledge.</w:t>
                  </w:r>
                </w:p>
                <w:p w:rsidR="008A3229" w:rsidRDefault="00AE731F" w:rsidP="008A3229">
                  <w:pPr>
                    <w:widowControl w:val="0"/>
                    <w:autoSpaceDE w:val="0"/>
                    <w:autoSpaceDN w:val="0"/>
                    <w:adjustRightInd w:val="0"/>
                    <w:ind w:left="720" w:hanging="720"/>
                    <w:rPr>
                      <w:rFonts w:ascii="Helvetica" w:hAnsi="Helvetica" w:cs="Helvetica"/>
                    </w:rPr>
                  </w:pPr>
                </w:p>
                <w:p w:rsidR="00133B85" w:rsidRDefault="00AE731F" w:rsidP="008A3229">
                  <w:r>
                    <w:rPr>
                      <w:rFonts w:ascii="Helvetica" w:hAnsi="Helvetica" w:cs="Helvetica"/>
                    </w:rPr>
                    <w:t xml:space="preserve">Wiggins, G., &amp; McTighe, J. (2005). </w:t>
                  </w:r>
                  <w:r>
                    <w:rPr>
                      <w:rFonts w:ascii="Helvetica" w:hAnsi="Helvetica" w:cs="Helvetica"/>
                      <w:i/>
                      <w:iCs/>
                    </w:rPr>
                    <w:t>Understanding by Design, Expanded</w:t>
                  </w:r>
                  <w:r>
                    <w:rPr>
                      <w:rFonts w:ascii="Helvetica" w:hAnsi="Helvetica" w:cs="Helvetica"/>
                      <w:i/>
                      <w:iCs/>
                    </w:rPr>
                    <w:t xml:space="preserve"> 2nd Edition</w:t>
                  </w:r>
                  <w:r>
                    <w:rPr>
                      <w:rFonts w:ascii="Helvetica" w:hAnsi="Helvetica" w:cs="Helvetica"/>
                    </w:rPr>
                    <w:t xml:space="preserve"> (Expanded 2nd.). Prentice Hall.</w:t>
                  </w:r>
                </w:p>
              </w:txbxContent>
            </v:textbox>
            <w10:wrap type="tight"/>
          </v:shape>
        </w:pict>
      </w:r>
    </w:p>
    <w:sectPr w:rsidR="00AA3015" w:rsidSect="008B5601">
      <w:headerReference w:type="default" r:id="rId12"/>
      <w:footerReference w:type="default" r:id="rId13"/>
      <w:headerReference w:type="first" r:id="rId14"/>
      <w:pgSz w:w="12240" w:h="15840"/>
      <w:pgMar w:top="576" w:right="576" w:bottom="576" w:left="576" w:header="576" w:footer="576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A3015" w:rsidRDefault="00AE731F">
    <w:pPr>
      <w:pStyle w:val="Footer"/>
    </w:pPr>
    <w:r>
      <w:rPr>
        <w:noProof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99" type="#_x0000_t202" style="position:absolute;margin-left:284pt;margin-top:767.2pt;width:44pt;height:16.8pt;z-index:251658265;mso-wrap-edited:f;mso-position-horizontal-relative:page;mso-position-vertical-relative:page" wrapcoords="0 0 21600 0 21600 21600 0 21600 0 0" mv:complextextbox="1" filled="f" stroked="f">
          <v:fill o:detectmouseclick="t"/>
          <v:textbox inset="0,0,0,0">
            <w:txbxContent>
              <w:p w:rsidR="00AA3015" w:rsidRDefault="00AE731F" w:rsidP="00AA3015">
                <w:pPr>
                  <w:pStyle w:val="Page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type="tight" anchorx="page" anchory="page"/>
        </v:shape>
      </w:pict>
    </w:r>
    <w:r>
      <w:rPr>
        <w:noProof/>
      </w:rPr>
      <w:pict>
        <v:shape id="_x0000_s2092" type="#_x0000_t202" style="position:absolute;margin-left:-83pt;margin-top:626pt;width:3.55pt;height:3.55pt;z-index:251658260;mso-wrap-edited:f;mso-position-horizontal-relative:page;mso-position-vertical-relative:page" wrapcoords="0 0 21600 0 21600 21600 0 21600 0 0" mv:complextextbox="1" filled="f" stroked="f">
          <v:fill o:detectmouseclick="t"/>
          <v:textbox inset=",7.2pt,,7.2pt">
            <w:txbxContent>
              <w:p w:rsidR="00AA3015" w:rsidRDefault="00AE731F"/>
            </w:txbxContent>
          </v:textbox>
          <w10:wrap type="tight" anchorx="page" anchory="page"/>
        </v:shape>
      </w:pict>
    </w: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A3015" w:rsidRDefault="00AE731F">
    <w:pPr>
      <w:pStyle w:val="Header"/>
    </w:pPr>
    <w:r>
      <w:rPr>
        <w:noProof/>
      </w:rPr>
      <w:pict>
        <v:group id="_x0000_s2106" style="position:absolute;margin-left:28.8pt;margin-top:28.8pt;width:554.4pt;height:734.4pt;z-index:251658220;mso-position-horizontal-relative:page;mso-position-vertical-relative:page" coordorigin="576,576" coordsize="11088,14688" wrapcoords="-29 0 -29 21577 21658 21577 21658 0 -29 0">
          <v:line id="_x0000_s2070" style="position:absolute;mso-wrap-edited:f;mso-position-horizontal-relative:page;mso-position-vertical-relative:page" from="576,1180" to="11664,1180" o:regroupid="4" o:allowincell="f" strokecolor="#92cff4 [3214]" strokeweight="1pt">
            <v:fill o:detectmouseclick="t"/>
            <v:shadow opacity="22938f" mv:blur="38100f" offset="0,2pt"/>
            <v:textbox inset=",7.2pt,,7.2pt"/>
          </v:line>
          <v:rect id="_x0000_s2085" style="position:absolute;left:576;top:576;width:11088;height:14688;mso-wrap-edited:f;mso-position-horizontal-relative:page;mso-position-vertical-relative:page" o:regroupid="4" filled="f" fillcolor="#3f80cd" strokecolor="#92cff4 [3214]" strokeweight="1pt">
            <v:fill color2="#9bc1ff" o:detectmouseclick="t" focusposition="" focussize=",90" type="gradient">
              <o:fill v:ext="view" type="gradientUnscaled"/>
            </v:fill>
            <v:shadow opacity="22938f" mv:blur="38100f" offset="0,2pt"/>
            <v:textbox inset=",7.2pt,,7.2pt"/>
          </v:rect>
          <w10:wrap type="tight" anchorx="page" anchory="page"/>
        </v:group>
      </w:pict>
    </w:r>
    <w:r>
      <w:rPr>
        <w:noProof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71" type="#_x0000_t202" style="position:absolute;margin-left:43.2pt;margin-top:36.7pt;width:262.8pt;height:15pt;z-index:251658254;mso-wrap-edited:f;mso-position-horizontal-relative:page;mso-position-vertical-relative:page" filled="f" stroked="f">
          <v:fill o:detectmouseclick="t"/>
          <v:textbox style="mso-next-textbox:#_x0000_s2071" inset=",0,,0">
            <w:txbxContent>
              <w:p w:rsidR="00AA3015" w:rsidRDefault="00AE731F" w:rsidP="00AA3015">
                <w:pPr>
                  <w:pStyle w:val="Header"/>
                </w:pPr>
                <w:r>
                  <w:t>ED</w:t>
                </w:r>
                <w:r>
                  <w:t>U58</w:t>
                </w:r>
                <w:r>
                  <w:t>3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72" type="#_x0000_t202" style="position:absolute;margin-left:317.2pt;margin-top:36.7pt;width:252pt;height:15pt;z-index:251658255;mso-wrap-edited:f;mso-position-horizontal-relative:page;mso-position-vertical-relative:page" filled="f" stroked="f">
          <v:fill o:detectmouseclick="t"/>
          <v:textbox style="mso-next-textbox:#_x0000_s2072" inset=",0,,0">
            <w:txbxContent>
              <w:p w:rsidR="00AA3015" w:rsidRDefault="00AE731F" w:rsidP="00AA3015">
                <w:pPr>
                  <w:pStyle w:val="Header-Right"/>
                </w:pPr>
                <w:r>
                  <w:t>Fall 2</w:t>
                </w:r>
                <w:r>
                  <w:t>011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A3015" w:rsidRDefault="00AE731F">
    <w:pPr>
      <w:pStyle w:val="Header"/>
    </w:pPr>
    <w:r>
      <w:rPr>
        <w:noProof/>
      </w:rPr>
      <w:drawing>
        <wp:anchor distT="0" distB="0" distL="118745" distR="118745" simplePos="0" relativeHeight="251658212" behindDoc="0" locked="0" layoutInCell="1" allowOverlap="1">
          <wp:simplePos x="5486400" y="8229600"/>
          <wp:positionH relativeFrom="page">
            <wp:posOffset>372110</wp:posOffset>
          </wp:positionH>
          <wp:positionV relativeFrom="page">
            <wp:posOffset>377825</wp:posOffset>
          </wp:positionV>
          <wp:extent cx="7022465" cy="3282315"/>
          <wp:effectExtent l="25400" t="0" r="0" b="0"/>
          <wp:wrapNone/>
          <wp:docPr id="4" name="" descr="FLASH 5-07:Transparent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7" descr="FLASH 5-07:Transparen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2465" cy="3282315"/>
                  </a:xfrm>
                  <a:prstGeom prst="rect">
                    <a:avLst/>
                  </a:prstGeom>
                  <a:gradFill flip="none" rotWithShape="1">
                    <a:gsLst>
                      <a:gs pos="0">
                        <a:schemeClr val="tx2"/>
                      </a:gs>
                      <a:gs pos="100000">
                        <a:schemeClr val="bg1"/>
                      </a:gs>
                      <a:gs pos="50000">
                        <a:schemeClr val="bg2"/>
                      </a:gs>
                    </a:gsLst>
                    <a:lin ang="5400000" scaled="0"/>
                    <a:tileRect/>
                  </a:gra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8745" distR="118745" simplePos="0" relativeHeight="251658214" behindDoc="0" locked="0" layoutInCell="1" allowOverlap="1">
          <wp:simplePos x="5486400" y="8229600"/>
          <wp:positionH relativeFrom="page">
            <wp:posOffset>365760</wp:posOffset>
          </wp:positionH>
          <wp:positionV relativeFrom="page">
            <wp:posOffset>365760</wp:posOffset>
          </wp:positionV>
          <wp:extent cx="7041827" cy="3301139"/>
          <wp:effectExtent l="25400" t="0" r="0" b="0"/>
          <wp:wrapNone/>
          <wp:docPr id="67" name="" descr="::Winter:Assets:WinterCover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 descr="::Winter:Assets:WinterCoverTop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1827" cy="33011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8745" distR="118745" simplePos="0" relativeHeight="251658273" behindDoc="0" locked="0" layoutInCell="1" allowOverlap="1">
          <wp:simplePos x="5486400" y="8229600"/>
          <wp:positionH relativeFrom="page">
            <wp:posOffset>372241</wp:posOffset>
          </wp:positionH>
          <wp:positionV relativeFrom="page">
            <wp:posOffset>3997325</wp:posOffset>
          </wp:positionV>
          <wp:extent cx="2370959" cy="5698468"/>
          <wp:effectExtent l="25400" t="0" r="0" b="0"/>
          <wp:wrapNone/>
          <wp:docPr id="1" name="" descr="FLASH 5-07:Transparent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7" descr="FLASH 5-07:Transparen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0959" cy="5698468"/>
                  </a:xfrm>
                  <a:prstGeom prst="rect">
                    <a:avLst/>
                  </a:prstGeom>
                  <a:gradFill flip="none" rotWithShape="1">
                    <a:gsLst>
                      <a:gs pos="100000">
                        <a:schemeClr val="bg1"/>
                      </a:gs>
                      <a:gs pos="0">
                        <a:schemeClr val="bg1"/>
                      </a:gs>
                      <a:gs pos="50000">
                        <a:schemeClr val="accent4"/>
                      </a:gs>
                    </a:gsLst>
                    <a:lin ang="5400000" scaled="0"/>
                    <a:tileRect/>
                  </a:gra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group id="_x0000_s2066" style="position:absolute;margin-left:43.2pt;margin-top:43.2pt;width:525.6pt;height:705.6pt;z-index:251658246;mso-position-horizontal-relative:page;mso-position-vertical-relative:page" coordorigin="864,864" coordsize="10512,14112">
          <v:rect id="_x0000_s2061" style="position:absolute;left:864;top:864;width:10512;height:14112;mso-wrap-edited:f;mso-position-horizontal-relative:page;mso-position-vertical-relative:page" o:regroupid="2" o:allowincell="f" filled="f" fillcolor="#3f80cd" strokecolor="white [3212]" strokeweight="1pt">
            <v:fill color2="#9bc1ff" o:detectmouseclick="t" focusposition="" focussize=",90" type="gradient">
              <o:fill v:ext="view" type="gradientUnscaled"/>
            </v:fill>
            <v:stroke opacity="26214f"/>
            <v:shadow opacity="22938f" mv:blur="38100f" offset="0,2pt"/>
            <v:textbox inset=",7.2pt,,7.2pt"/>
          </v:rect>
          <v:line id="_x0000_s2063" style="position:absolute;mso-wrap-edited:f;mso-position-horizontal-relative:page;mso-position-vertical-relative:page" from="864,1400" to="11376,1400" o:regroupid="2" strokecolor="white [3212]" strokeweight="1pt">
            <v:fill o:detectmouseclick="t"/>
            <v:stroke opacity="26214f"/>
            <v:shadow opacity="22938f" mv:blur="38100f" offset="0,2pt"/>
            <v:textbox inset=",7.2pt,,7.2pt"/>
          </v:line>
          <w10:wrap anchorx="page" anchory="page"/>
        </v:group>
      </w:pic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8AA0A5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091125C"/>
    <w:multiLevelType w:val="hybridMultilevel"/>
    <w:tmpl w:val="0A54A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3A60E6"/>
    <w:multiLevelType w:val="hybridMultilevel"/>
    <w:tmpl w:val="529A5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916290"/>
    <w:multiLevelType w:val="hybridMultilevel"/>
    <w:tmpl w:val="1A5A7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7727B0"/>
    <w:multiLevelType w:val="hybridMultilevel"/>
    <w:tmpl w:val="AD261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attachedTemplate r:id="rId1"/>
  <w:revisionView w:markup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5602">
      <o:colormenu v:ext="edit" fillcolor="none" strokecolor="none [3214]"/>
    </o:shapedefaults>
    <o:shapelayout v:ext="edit">
      <o:idmap v:ext="edit" data="2"/>
      <o:regrouptable v:ext="edit">
        <o:entry new="1" old="0"/>
        <o:entry new="2" old="0"/>
        <o:entry new="3" old="0"/>
        <o:entry new="4" old="0"/>
        <o:entry new="5" old="0"/>
      </o:regrouptable>
    </o:shapelayout>
  </w:hdrShapeDefaults>
  <w:compat>
    <w:useFELayout/>
    <w:splitPgBreakAndParaMark/>
  </w:compat>
  <w:docVars>
    <w:docVar w:name="OpenInPublishingView" w:val="0"/>
    <w:docVar w:name="ShowStaticGuides" w:val="1"/>
  </w:docVars>
  <w:rsids>
    <w:rsidRoot w:val="00FE1656"/>
    <w:rsid w:val="00AE731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" strokecolor="none [3214]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0"/>
        <o:entry new="34" old="0"/>
        <o:entry new="35" old="0"/>
        <o:entry new="36" old="0"/>
        <o:entry new="37" old="0"/>
        <o:entry new="38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3" w:uiPriority="9" w:qFormat="1"/>
  </w:latentStyles>
  <w:style w:type="paragraph" w:default="1" w:styleId="Normal">
    <w:name w:val="Normal"/>
    <w:qFormat/>
    <w:rsid w:val="002E3FDB"/>
  </w:style>
  <w:style w:type="paragraph" w:styleId="Heading1">
    <w:name w:val="heading 1"/>
    <w:basedOn w:val="Normal"/>
    <w:next w:val="Normal"/>
    <w:link w:val="Heading1Char"/>
    <w:uiPriority w:val="9"/>
    <w:qFormat/>
    <w:rsid w:val="007E0A79"/>
    <w:pPr>
      <w:jc w:val="center"/>
      <w:outlineLvl w:val="0"/>
    </w:pPr>
    <w:rPr>
      <w:rFonts w:asciiTheme="majorHAnsi" w:eastAsiaTheme="majorEastAsia" w:hAnsiTheme="majorHAnsi" w:cstheme="majorBidi"/>
      <w:bCs/>
      <w:color w:val="579ED0" w:themeColor="accent2"/>
      <w:sz w:val="48"/>
      <w:szCs w:val="32"/>
    </w:rPr>
  </w:style>
  <w:style w:type="paragraph" w:styleId="Heading2">
    <w:name w:val="heading 2"/>
    <w:basedOn w:val="Normal"/>
    <w:next w:val="Normal"/>
    <w:link w:val="Heading2Char"/>
    <w:rsid w:val="00CA47DA"/>
    <w:pPr>
      <w:outlineLvl w:val="1"/>
    </w:pPr>
    <w:rPr>
      <w:rFonts w:asciiTheme="majorHAnsi" w:eastAsiaTheme="majorEastAsia" w:hAnsiTheme="majorHAnsi" w:cstheme="majorBidi"/>
      <w:bCs/>
      <w:color w:val="AD0202" w:themeColor="accent1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0A79"/>
    <w:pPr>
      <w:jc w:val="center"/>
      <w:outlineLvl w:val="2"/>
    </w:pPr>
    <w:rPr>
      <w:rFonts w:asciiTheme="majorHAnsi" w:eastAsiaTheme="majorEastAsia" w:hAnsiTheme="majorHAnsi" w:cstheme="majorBidi"/>
      <w:bCs/>
      <w:color w:val="AD0202" w:themeColor="accent1"/>
      <w:sz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47B0"/>
    <w:pPr>
      <w:spacing w:before="40" w:after="40"/>
      <w:outlineLvl w:val="3"/>
    </w:pPr>
    <w:rPr>
      <w:rFonts w:asciiTheme="majorHAnsi" w:eastAsiaTheme="majorEastAsia" w:hAnsiTheme="majorHAnsi" w:cstheme="majorBidi"/>
      <w:bCs/>
      <w:iCs/>
      <w:color w:val="FFFFFF" w:themeColor="background1"/>
      <w:sz w:val="32"/>
    </w:rPr>
  </w:style>
  <w:style w:type="paragraph" w:styleId="Heading5">
    <w:name w:val="heading 5"/>
    <w:basedOn w:val="Normal"/>
    <w:next w:val="Normal"/>
    <w:link w:val="Heading5Char"/>
    <w:rsid w:val="00B047B0"/>
    <w:pPr>
      <w:outlineLvl w:val="4"/>
    </w:pPr>
    <w:rPr>
      <w:rFonts w:asciiTheme="majorHAnsi" w:eastAsiaTheme="majorEastAsia" w:hAnsiTheme="majorHAnsi" w:cstheme="majorBidi"/>
      <w:color w:val="AD0202" w:themeColor="accent1"/>
      <w:sz w:val="28"/>
    </w:rPr>
  </w:style>
  <w:style w:type="paragraph" w:styleId="Heading6">
    <w:name w:val="heading 6"/>
    <w:basedOn w:val="Normal"/>
    <w:next w:val="Normal"/>
    <w:link w:val="Heading6Char"/>
    <w:rsid w:val="00CA47DA"/>
    <w:pPr>
      <w:spacing w:line="288" w:lineRule="auto"/>
      <w:jc w:val="center"/>
      <w:outlineLvl w:val="5"/>
    </w:pPr>
    <w:rPr>
      <w:rFonts w:asciiTheme="majorHAnsi" w:eastAsiaTheme="majorEastAsia" w:hAnsiTheme="majorHAnsi" w:cstheme="majorBidi"/>
      <w:b/>
      <w:iCs/>
      <w:color w:val="404040" w:themeColor="text1" w:themeTint="BF"/>
    </w:rPr>
  </w:style>
  <w:style w:type="paragraph" w:styleId="Heading7">
    <w:name w:val="heading 7"/>
    <w:basedOn w:val="Normal"/>
    <w:next w:val="Normal"/>
    <w:link w:val="Heading7Char"/>
    <w:rsid w:val="000B05B2"/>
    <w:pPr>
      <w:spacing w:before="40" w:after="40"/>
      <w:jc w:val="center"/>
      <w:outlineLvl w:val="6"/>
    </w:pPr>
    <w:rPr>
      <w:rFonts w:asciiTheme="majorHAnsi" w:eastAsiaTheme="majorEastAsia" w:hAnsiTheme="majorHAnsi" w:cstheme="majorBidi"/>
      <w:b/>
      <w:iCs/>
      <w:color w:val="053C8D" w:themeColor="accent5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6459F"/>
    <w:rPr>
      <w:caps/>
      <w:color w:val="579ED0" w:themeColor="accent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6459F"/>
    <w:rPr>
      <w:caps/>
      <w:color w:val="579ED0" w:themeColor="accent2"/>
    </w:rPr>
  </w:style>
  <w:style w:type="paragraph" w:styleId="Footer">
    <w:name w:val="footer"/>
    <w:basedOn w:val="Normal"/>
    <w:link w:val="FooterChar"/>
    <w:uiPriority w:val="99"/>
    <w:semiHidden/>
    <w:unhideWhenUsed/>
    <w:rsid w:val="00DF5F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5F0E"/>
  </w:style>
  <w:style w:type="paragraph" w:customStyle="1" w:styleId="CoverHeader">
    <w:name w:val="Cover Header"/>
    <w:basedOn w:val="Normal"/>
    <w:link w:val="CoverHeaderChar"/>
    <w:qFormat/>
    <w:rsid w:val="00D23E7F"/>
    <w:pPr>
      <w:jc w:val="center"/>
    </w:pPr>
    <w:rPr>
      <w:rFonts w:asciiTheme="majorHAnsi" w:eastAsiaTheme="majorEastAsia" w:hAnsiTheme="majorHAnsi" w:cstheme="majorBidi"/>
      <w:caps/>
      <w:color w:val="FFFFFF" w:themeColor="background1"/>
      <w:spacing w:val="180"/>
      <w:sz w:val="28"/>
    </w:rPr>
  </w:style>
  <w:style w:type="character" w:customStyle="1" w:styleId="CoverHeaderChar">
    <w:name w:val="Cover Header Char"/>
    <w:basedOn w:val="DefaultParagraphFont"/>
    <w:link w:val="CoverHeader"/>
    <w:rsid w:val="00D23E7F"/>
    <w:rPr>
      <w:rFonts w:asciiTheme="majorHAnsi" w:eastAsiaTheme="majorEastAsia" w:hAnsiTheme="majorHAnsi" w:cstheme="majorBidi"/>
      <w:caps/>
      <w:color w:val="FFFFFF" w:themeColor="background1"/>
      <w:spacing w:val="180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0A79"/>
    <w:rPr>
      <w:rFonts w:asciiTheme="majorHAnsi" w:eastAsiaTheme="majorEastAsia" w:hAnsiTheme="majorHAnsi" w:cstheme="majorBidi"/>
      <w:bCs/>
      <w:color w:val="AD0202" w:themeColor="accent1"/>
      <w:sz w:val="48"/>
    </w:rPr>
  </w:style>
  <w:style w:type="paragraph" w:styleId="Title">
    <w:name w:val="Title"/>
    <w:basedOn w:val="Normal"/>
    <w:next w:val="Normal"/>
    <w:link w:val="TitleChar"/>
    <w:uiPriority w:val="10"/>
    <w:qFormat/>
    <w:rsid w:val="00852083"/>
    <w:pPr>
      <w:spacing w:line="1640" w:lineRule="exact"/>
      <w:jc w:val="center"/>
    </w:pPr>
    <w:rPr>
      <w:rFonts w:asciiTheme="majorHAnsi" w:eastAsiaTheme="majorEastAsia" w:hAnsiTheme="majorHAnsi" w:cstheme="majorBidi"/>
      <w:color w:val="FFFFFF" w:themeColor="background1"/>
      <w:sz w:val="16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52083"/>
    <w:rPr>
      <w:rFonts w:asciiTheme="majorHAnsi" w:eastAsiaTheme="majorEastAsia" w:hAnsiTheme="majorHAnsi" w:cstheme="majorBidi"/>
      <w:color w:val="FFFFFF" w:themeColor="background1"/>
      <w:sz w:val="16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7A9B"/>
    <w:pPr>
      <w:numPr>
        <w:ilvl w:val="1"/>
      </w:numPr>
      <w:jc w:val="center"/>
    </w:pPr>
    <w:rPr>
      <w:rFonts w:asciiTheme="majorHAnsi" w:eastAsiaTheme="majorEastAsia" w:hAnsiTheme="majorHAnsi" w:cstheme="majorBidi"/>
      <w:iCs/>
      <w:color w:val="FFFFFF" w:themeColor="background1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7A9B"/>
    <w:rPr>
      <w:rFonts w:asciiTheme="majorHAnsi" w:eastAsiaTheme="majorEastAsia" w:hAnsiTheme="majorHAnsi" w:cstheme="majorBidi"/>
      <w:iCs/>
      <w:color w:val="FFFFFF" w:themeColor="background1"/>
      <w:sz w:val="28"/>
    </w:rPr>
  </w:style>
  <w:style w:type="paragraph" w:styleId="BodyText2">
    <w:name w:val="Body Text 2"/>
    <w:basedOn w:val="Normal"/>
    <w:link w:val="BodyText2Char"/>
    <w:uiPriority w:val="99"/>
    <w:unhideWhenUsed/>
    <w:rsid w:val="007E0A79"/>
    <w:pPr>
      <w:spacing w:after="200" w:line="264" w:lineRule="auto"/>
      <w:jc w:val="center"/>
    </w:pPr>
    <w:rPr>
      <w:color w:val="998E88" w:themeColor="accent3" w:themeTint="99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7E0A79"/>
    <w:rPr>
      <w:color w:val="998E88" w:themeColor="accent3" w:themeTint="99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E0A79"/>
    <w:rPr>
      <w:rFonts w:asciiTheme="majorHAnsi" w:eastAsiaTheme="majorEastAsia" w:hAnsiTheme="majorHAnsi" w:cstheme="majorBidi"/>
      <w:bCs/>
      <w:color w:val="579ED0" w:themeColor="accent2"/>
      <w:sz w:val="48"/>
      <w:szCs w:val="32"/>
    </w:rPr>
  </w:style>
  <w:style w:type="paragraph" w:styleId="BodyText">
    <w:name w:val="Body Text"/>
    <w:basedOn w:val="Normal"/>
    <w:link w:val="BodyTextChar"/>
    <w:uiPriority w:val="99"/>
    <w:semiHidden/>
    <w:unhideWhenUsed/>
    <w:rsid w:val="00B047B0"/>
    <w:pPr>
      <w:spacing w:after="120" w:line="288" w:lineRule="auto"/>
    </w:pPr>
    <w:rPr>
      <w:color w:val="404040" w:themeColor="text1" w:themeTint="BF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047B0"/>
    <w:rPr>
      <w:color w:val="404040" w:themeColor="text1" w:themeTint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47B0"/>
    <w:rPr>
      <w:rFonts w:asciiTheme="majorHAnsi" w:eastAsiaTheme="majorEastAsia" w:hAnsiTheme="majorHAnsi" w:cstheme="majorBidi"/>
      <w:bCs/>
      <w:iCs/>
      <w:color w:val="FFFFFF" w:themeColor="background1"/>
      <w:sz w:val="32"/>
    </w:rPr>
  </w:style>
  <w:style w:type="character" w:customStyle="1" w:styleId="Heading5Char">
    <w:name w:val="Heading 5 Char"/>
    <w:basedOn w:val="DefaultParagraphFont"/>
    <w:link w:val="Heading5"/>
    <w:rsid w:val="00B047B0"/>
    <w:rPr>
      <w:rFonts w:asciiTheme="majorHAnsi" w:eastAsiaTheme="majorEastAsia" w:hAnsiTheme="majorHAnsi" w:cstheme="majorBidi"/>
      <w:color w:val="AD0202" w:themeColor="accent1"/>
      <w:sz w:val="28"/>
    </w:rPr>
  </w:style>
  <w:style w:type="paragraph" w:styleId="BodyText3">
    <w:name w:val="Body Text 3"/>
    <w:basedOn w:val="Normal"/>
    <w:link w:val="BodyText3Char"/>
    <w:rsid w:val="00B047B0"/>
    <w:rPr>
      <w:b/>
      <w:color w:val="404040" w:themeColor="text1" w:themeTint="BF"/>
      <w:szCs w:val="16"/>
    </w:rPr>
  </w:style>
  <w:style w:type="character" w:customStyle="1" w:styleId="BodyText3Char">
    <w:name w:val="Body Text 3 Char"/>
    <w:basedOn w:val="DefaultParagraphFont"/>
    <w:link w:val="BodyText3"/>
    <w:rsid w:val="00B047B0"/>
    <w:rPr>
      <w:b/>
      <w:color w:val="404040" w:themeColor="text1" w:themeTint="BF"/>
      <w:szCs w:val="16"/>
    </w:rPr>
  </w:style>
  <w:style w:type="paragraph" w:customStyle="1" w:styleId="Header-Right">
    <w:name w:val="Header - Right"/>
    <w:basedOn w:val="Header"/>
    <w:link w:val="Header-RightChar"/>
    <w:qFormat/>
    <w:rsid w:val="0036459F"/>
    <w:pPr>
      <w:jc w:val="right"/>
    </w:pPr>
  </w:style>
  <w:style w:type="character" w:customStyle="1" w:styleId="Header-RightChar">
    <w:name w:val="Header - Right Char"/>
    <w:basedOn w:val="HeaderChar"/>
    <w:link w:val="Header-Right"/>
    <w:rsid w:val="0036459F"/>
    <w:rPr>
      <w:caps/>
      <w:color w:val="579ED0" w:themeColor="accent2"/>
    </w:rPr>
  </w:style>
  <w:style w:type="paragraph" w:customStyle="1" w:styleId="Header-Back">
    <w:name w:val="Header - Back"/>
    <w:basedOn w:val="Header"/>
    <w:link w:val="Header-BackChar"/>
    <w:qFormat/>
    <w:rsid w:val="00CA47DA"/>
    <w:rPr>
      <w:color w:val="FFFFFF" w:themeColor="background1"/>
    </w:rPr>
  </w:style>
  <w:style w:type="character" w:customStyle="1" w:styleId="Header-BackChar">
    <w:name w:val="Header - Back Char"/>
    <w:basedOn w:val="HeaderChar"/>
    <w:link w:val="Header-Back"/>
    <w:rsid w:val="00CA47DA"/>
    <w:rPr>
      <w:caps/>
      <w:color w:val="FFFFFF" w:themeColor="background1"/>
    </w:rPr>
  </w:style>
  <w:style w:type="paragraph" w:customStyle="1" w:styleId="HeaderBack-Right">
    <w:name w:val="Header Back - Right"/>
    <w:basedOn w:val="Header"/>
    <w:link w:val="HeaderBack-RightChar"/>
    <w:qFormat/>
    <w:rsid w:val="00CA47DA"/>
    <w:pPr>
      <w:jc w:val="right"/>
    </w:pPr>
    <w:rPr>
      <w:color w:val="FFFFFF" w:themeColor="background1"/>
    </w:rPr>
  </w:style>
  <w:style w:type="character" w:customStyle="1" w:styleId="HeaderBack-RightChar">
    <w:name w:val="Header Back - Right Char"/>
    <w:basedOn w:val="HeaderChar"/>
    <w:link w:val="HeaderBack-Right"/>
    <w:rsid w:val="00CA47DA"/>
    <w:rPr>
      <w:caps/>
      <w:color w:val="FFFFFF" w:themeColor="background1"/>
    </w:rPr>
  </w:style>
  <w:style w:type="character" w:customStyle="1" w:styleId="Heading6Char">
    <w:name w:val="Heading 6 Char"/>
    <w:basedOn w:val="DefaultParagraphFont"/>
    <w:link w:val="Heading6"/>
    <w:rsid w:val="00CA47DA"/>
    <w:rPr>
      <w:rFonts w:asciiTheme="majorHAnsi" w:eastAsiaTheme="majorEastAsia" w:hAnsiTheme="majorHAnsi" w:cstheme="majorBidi"/>
      <w:b/>
      <w:iCs/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rsid w:val="00CA47DA"/>
    <w:rPr>
      <w:rFonts w:asciiTheme="majorHAnsi" w:eastAsiaTheme="majorEastAsia" w:hAnsiTheme="majorHAnsi" w:cstheme="majorBidi"/>
      <w:bCs/>
      <w:color w:val="AD0202" w:themeColor="accent1"/>
      <w:sz w:val="36"/>
      <w:szCs w:val="26"/>
    </w:rPr>
  </w:style>
  <w:style w:type="paragraph" w:styleId="BlockText">
    <w:name w:val="Block Text"/>
    <w:basedOn w:val="Normal"/>
    <w:rsid w:val="00120D4D"/>
    <w:pPr>
      <w:spacing w:line="264" w:lineRule="auto"/>
    </w:pPr>
    <w:rPr>
      <w:iCs/>
      <w:color w:val="4D4642" w:themeColor="accent3"/>
      <w:sz w:val="20"/>
    </w:rPr>
  </w:style>
  <w:style w:type="paragraph" w:customStyle="1" w:styleId="Title-Back">
    <w:name w:val="Title - Back"/>
    <w:basedOn w:val="Title"/>
    <w:link w:val="Title-BackChar"/>
    <w:qFormat/>
    <w:rsid w:val="00852083"/>
    <w:pPr>
      <w:spacing w:line="240" w:lineRule="auto"/>
      <w:jc w:val="left"/>
    </w:pPr>
    <w:rPr>
      <w:sz w:val="72"/>
    </w:rPr>
  </w:style>
  <w:style w:type="character" w:customStyle="1" w:styleId="Title-BackChar">
    <w:name w:val="Title - Back Char"/>
    <w:basedOn w:val="TitleChar"/>
    <w:link w:val="Title-Back"/>
    <w:rsid w:val="00852083"/>
    <w:rPr>
      <w:sz w:val="72"/>
    </w:rPr>
  </w:style>
  <w:style w:type="paragraph" w:customStyle="1" w:styleId="BodyText-Light">
    <w:name w:val="Body Text - Light"/>
    <w:basedOn w:val="BodyText"/>
    <w:link w:val="BodyText-LightChar"/>
    <w:qFormat/>
    <w:rsid w:val="000F44C8"/>
    <w:rPr>
      <w:color w:val="FFFFFF" w:themeColor="background1"/>
    </w:rPr>
  </w:style>
  <w:style w:type="character" w:customStyle="1" w:styleId="BodyText-LightChar">
    <w:name w:val="Body Text - Light Char"/>
    <w:basedOn w:val="BodyTextChar"/>
    <w:link w:val="BodyText-Light"/>
    <w:rsid w:val="000F44C8"/>
    <w:rPr>
      <w:color w:val="FFFFFF" w:themeColor="background1"/>
    </w:rPr>
  </w:style>
  <w:style w:type="paragraph" w:customStyle="1" w:styleId="Subtitle-Back">
    <w:name w:val="Subtitle - Back"/>
    <w:basedOn w:val="Subtitle"/>
    <w:link w:val="Subtitle-BackChar"/>
    <w:qFormat/>
    <w:rsid w:val="00C127AC"/>
    <w:pPr>
      <w:jc w:val="right"/>
    </w:pPr>
    <w:rPr>
      <w:color w:val="AD0202" w:themeColor="accent1"/>
      <w:sz w:val="48"/>
    </w:rPr>
  </w:style>
  <w:style w:type="character" w:customStyle="1" w:styleId="Subtitle-BackChar">
    <w:name w:val="Subtitle - Back Char"/>
    <w:basedOn w:val="SubtitleChar"/>
    <w:link w:val="Subtitle-Back"/>
    <w:rsid w:val="00C127AC"/>
    <w:rPr>
      <w:color w:val="AD0202" w:themeColor="accent1"/>
      <w:sz w:val="48"/>
    </w:rPr>
  </w:style>
  <w:style w:type="paragraph" w:customStyle="1" w:styleId="Mailer">
    <w:name w:val="Mailer"/>
    <w:basedOn w:val="Normal"/>
    <w:link w:val="MailerChar"/>
    <w:qFormat/>
    <w:rsid w:val="00D10BF8"/>
    <w:rPr>
      <w:color w:val="579ED0" w:themeColor="accent2"/>
      <w:sz w:val="28"/>
    </w:rPr>
  </w:style>
  <w:style w:type="character" w:customStyle="1" w:styleId="MailerChar">
    <w:name w:val="Mailer Char"/>
    <w:basedOn w:val="DefaultParagraphFont"/>
    <w:link w:val="Mailer"/>
    <w:rsid w:val="00D10BF8"/>
    <w:rPr>
      <w:color w:val="579ED0" w:themeColor="accent2"/>
      <w:sz w:val="28"/>
    </w:rPr>
  </w:style>
  <w:style w:type="paragraph" w:customStyle="1" w:styleId="Page">
    <w:name w:val="Page"/>
    <w:basedOn w:val="Normal"/>
    <w:link w:val="PageChar"/>
    <w:qFormat/>
    <w:rsid w:val="00BB494C"/>
    <w:pPr>
      <w:jc w:val="center"/>
    </w:pPr>
    <w:rPr>
      <w:color w:val="92CFF4" w:themeColor="background2"/>
      <w:sz w:val="20"/>
    </w:rPr>
  </w:style>
  <w:style w:type="character" w:customStyle="1" w:styleId="PageChar">
    <w:name w:val="Page Char"/>
    <w:basedOn w:val="DefaultParagraphFont"/>
    <w:link w:val="Page"/>
    <w:rsid w:val="00BB494C"/>
    <w:rPr>
      <w:color w:val="92CFF4" w:themeColor="background2"/>
      <w:sz w:val="20"/>
    </w:rPr>
  </w:style>
  <w:style w:type="paragraph" w:customStyle="1" w:styleId="Subheading">
    <w:name w:val="Subheading"/>
    <w:basedOn w:val="Normal"/>
    <w:link w:val="SubheadingChar"/>
    <w:qFormat/>
    <w:rsid w:val="000E7A9B"/>
    <w:rPr>
      <w:color w:val="FFFFFF" w:themeColor="background1"/>
      <w:sz w:val="36"/>
    </w:rPr>
  </w:style>
  <w:style w:type="character" w:customStyle="1" w:styleId="SubheadingChar">
    <w:name w:val="Subheading Char"/>
    <w:basedOn w:val="DefaultParagraphFont"/>
    <w:link w:val="Subheading"/>
    <w:rsid w:val="000E7A9B"/>
    <w:rPr>
      <w:color w:val="FFFFFF" w:themeColor="background1"/>
      <w:sz w:val="36"/>
    </w:rPr>
  </w:style>
  <w:style w:type="character" w:customStyle="1" w:styleId="Heading7Char">
    <w:name w:val="Heading 7 Char"/>
    <w:basedOn w:val="DefaultParagraphFont"/>
    <w:link w:val="Heading7"/>
    <w:rsid w:val="000B05B2"/>
    <w:rPr>
      <w:rFonts w:asciiTheme="majorHAnsi" w:eastAsiaTheme="majorEastAsia" w:hAnsiTheme="majorHAnsi" w:cstheme="majorBidi"/>
      <w:b/>
      <w:iCs/>
      <w:color w:val="053C8D" w:themeColor="accent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95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2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header" Target="head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gif"/><Relationship Id="rId7" Type="http://schemas.openxmlformats.org/officeDocument/2006/relationships/image" Target="media/image3.jpeg"/><Relationship Id="rId8" Type="http://schemas.openxmlformats.org/officeDocument/2006/relationships/image" Target="media/image4.pdf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Relationship Id="rId2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08:Office:Media:Templates:Newsletters:Winter%20Newsletter.dotx" TargetMode="External"/></Relationships>
</file>

<file path=word/theme/theme1.xml><?xml version="1.0" encoding="utf-8"?>
<a:theme xmlns:a="http://schemas.openxmlformats.org/drawingml/2006/main" name="Office Theme">
  <a:themeElements>
    <a:clrScheme name="Winter Newsletter">
      <a:dk1>
        <a:sysClr val="windowText" lastClr="000000"/>
      </a:dk1>
      <a:lt1>
        <a:sysClr val="window" lastClr="FFFFFF"/>
      </a:lt1>
      <a:dk2>
        <a:srgbClr val="0849B3"/>
      </a:dk2>
      <a:lt2>
        <a:srgbClr val="92CFF4"/>
      </a:lt2>
      <a:accent1>
        <a:srgbClr val="AD0202"/>
      </a:accent1>
      <a:accent2>
        <a:srgbClr val="579ED0"/>
      </a:accent2>
      <a:accent3>
        <a:srgbClr val="4D4642"/>
      </a:accent3>
      <a:accent4>
        <a:srgbClr val="DCEDF9"/>
      </a:accent4>
      <a:accent5>
        <a:srgbClr val="053C8D"/>
      </a:accent5>
      <a:accent6>
        <a:srgbClr val="62A0FA"/>
      </a:accent6>
      <a:hlink>
        <a:srgbClr val="4B86DD"/>
      </a:hlink>
      <a:folHlink>
        <a:srgbClr val="8EB3EA"/>
      </a:folHlink>
    </a:clrScheme>
    <a:fontScheme name="Winter Newsletter">
      <a:majorFont>
        <a:latin typeface="Calisto MT"/>
        <a:ea typeface=""/>
        <a:cs typeface=""/>
        <a:font script="Jpan" typeface="ＭＳ Ｐ明朝"/>
      </a:majorFont>
      <a:minorFont>
        <a:latin typeface="Calisto MT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Winter Newsletter.dotx</Template>
  <TotalTime>99</TotalTime>
  <Pages>3</Pages>
  <Words>5</Words>
  <Characters>33</Characters>
  <Application>Microsoft Word 12.0.0</Application>
  <DocSecurity>0</DocSecurity>
  <Lines>1</Lines>
  <Paragraphs>1</Paragraphs>
  <ScaleCrop>false</ScaleCrop>
  <Manager/>
  <Company/>
  <LinksUpToDate>false</LinksUpToDate>
  <CharactersWithSpaces>40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Wilson</dc:creator>
  <cp:keywords/>
  <dc:description/>
  <cp:lastModifiedBy>Samantha Wilson</cp:lastModifiedBy>
  <cp:revision>21</cp:revision>
  <cp:lastPrinted>2007-08-13T22:20:00Z</cp:lastPrinted>
  <dcterms:created xsi:type="dcterms:W3CDTF">2011-12-07T15:32:00Z</dcterms:created>
  <dcterms:modified xsi:type="dcterms:W3CDTF">2011-12-08T13:50:00Z</dcterms:modified>
  <cp:category/>
</cp:coreProperties>
</file>